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016"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646"/>
        <w:gridCol w:w="8370"/>
      </w:tblGrid>
      <w:tr w:rsidR="00226BA4" w:rsidRPr="00B870B0" w:rsidTr="00A45938">
        <w:tc>
          <w:tcPr>
            <w:tcW w:w="2646" w:type="dxa"/>
            <w:vAlign w:val="center"/>
          </w:tcPr>
          <w:p w:rsidR="00226BA4" w:rsidRPr="00B870B0" w:rsidRDefault="00226BA4" w:rsidP="00EA3299">
            <w:pPr>
              <w:contextualSpacing/>
              <w:jc w:val="center"/>
              <w:rPr>
                <w:rFonts w:ascii="Architect" w:hAnsi="Architect"/>
                <w:b/>
                <w:color w:val="000000"/>
                <w:sz w:val="20"/>
                <w:szCs w:val="20"/>
              </w:rPr>
            </w:pPr>
            <w:r w:rsidRPr="00B870B0">
              <w:rPr>
                <w:rFonts w:ascii="Architect" w:hAnsi="Architect"/>
                <w:b/>
                <w:color w:val="000000"/>
                <w:sz w:val="20"/>
                <w:szCs w:val="20"/>
              </w:rPr>
              <w:t>Lesson Title</w:t>
            </w:r>
          </w:p>
        </w:tc>
        <w:tc>
          <w:tcPr>
            <w:tcW w:w="8370" w:type="dxa"/>
            <w:vAlign w:val="center"/>
          </w:tcPr>
          <w:p w:rsidR="00226BA4" w:rsidRPr="00B870B0" w:rsidRDefault="00226BA4" w:rsidP="00EA3299">
            <w:pPr>
              <w:contextualSpacing/>
              <w:jc w:val="center"/>
              <w:rPr>
                <w:rFonts w:ascii="Architect" w:hAnsi="Architect"/>
                <w:b/>
                <w:color w:val="000000"/>
                <w:sz w:val="20"/>
                <w:szCs w:val="20"/>
              </w:rPr>
            </w:pPr>
            <w:r w:rsidRPr="00B870B0">
              <w:rPr>
                <w:rFonts w:ascii="Architect" w:hAnsi="Architect"/>
                <w:b/>
                <w:color w:val="000000"/>
                <w:sz w:val="20"/>
                <w:szCs w:val="20"/>
              </w:rPr>
              <w:t>Using Order of Operations to Evaluate and/or Simplify Expressions</w:t>
            </w:r>
          </w:p>
        </w:tc>
      </w:tr>
      <w:tr w:rsidR="00226BA4" w:rsidRPr="00B870B0" w:rsidTr="00A45938">
        <w:tc>
          <w:tcPr>
            <w:tcW w:w="2646" w:type="dxa"/>
          </w:tcPr>
          <w:p w:rsidR="00226BA4" w:rsidRPr="00B870B0" w:rsidRDefault="00226BA4" w:rsidP="00F15BE2">
            <w:pPr>
              <w:contextualSpacing/>
              <w:rPr>
                <w:rFonts w:ascii="Architect" w:hAnsi="Architect"/>
                <w:b/>
                <w:color w:val="000000"/>
                <w:sz w:val="20"/>
                <w:szCs w:val="20"/>
              </w:rPr>
            </w:pPr>
            <w:r w:rsidRPr="00B870B0">
              <w:rPr>
                <w:rFonts w:ascii="Architect" w:hAnsi="Architect"/>
                <w:b/>
                <w:color w:val="000000"/>
                <w:sz w:val="20"/>
                <w:szCs w:val="20"/>
              </w:rPr>
              <w:t>Subject area/grade level</w:t>
            </w:r>
          </w:p>
        </w:tc>
        <w:tc>
          <w:tcPr>
            <w:tcW w:w="8370" w:type="dxa"/>
          </w:tcPr>
          <w:p w:rsidR="00226BA4" w:rsidRPr="00B870B0" w:rsidRDefault="00226BA4" w:rsidP="00F15BE2">
            <w:pPr>
              <w:contextualSpacing/>
              <w:rPr>
                <w:rFonts w:ascii="Architect" w:hAnsi="Architect"/>
                <w:color w:val="000000"/>
                <w:sz w:val="20"/>
                <w:szCs w:val="20"/>
              </w:rPr>
            </w:pPr>
            <w:r>
              <w:rPr>
                <w:rFonts w:ascii="Architect" w:hAnsi="Architect"/>
                <w:b/>
                <w:color w:val="000000"/>
                <w:sz w:val="20"/>
                <w:szCs w:val="20"/>
              </w:rPr>
              <w:t>Mathematics Grade</w:t>
            </w:r>
            <w:r w:rsidRPr="00B870B0">
              <w:rPr>
                <w:rFonts w:ascii="Architect" w:hAnsi="Architect"/>
                <w:b/>
                <w:color w:val="000000"/>
                <w:sz w:val="20"/>
                <w:szCs w:val="20"/>
              </w:rPr>
              <w:t xml:space="preserve"> </w:t>
            </w:r>
            <w:r>
              <w:rPr>
                <w:rFonts w:ascii="Architect" w:hAnsi="Architect"/>
                <w:b/>
                <w:color w:val="000000"/>
                <w:sz w:val="20"/>
                <w:szCs w:val="20"/>
              </w:rPr>
              <w:t>6</w:t>
            </w:r>
          </w:p>
        </w:tc>
      </w:tr>
      <w:tr w:rsidR="00226BA4" w:rsidRPr="00B870B0" w:rsidTr="00A45938">
        <w:tc>
          <w:tcPr>
            <w:tcW w:w="2646" w:type="dxa"/>
          </w:tcPr>
          <w:p w:rsidR="00226BA4" w:rsidRPr="00B870B0" w:rsidRDefault="00226BA4" w:rsidP="00F15BE2">
            <w:pPr>
              <w:contextualSpacing/>
              <w:rPr>
                <w:rFonts w:ascii="Architect" w:hAnsi="Architect"/>
                <w:b/>
                <w:color w:val="000000"/>
                <w:sz w:val="20"/>
                <w:szCs w:val="20"/>
              </w:rPr>
            </w:pPr>
            <w:r w:rsidRPr="00B870B0">
              <w:rPr>
                <w:rFonts w:ascii="Architect" w:hAnsi="Architect"/>
                <w:b/>
                <w:color w:val="000000"/>
                <w:sz w:val="20"/>
                <w:szCs w:val="20"/>
              </w:rPr>
              <w:t xml:space="preserve">Introduction </w:t>
            </w:r>
          </w:p>
        </w:tc>
        <w:tc>
          <w:tcPr>
            <w:tcW w:w="8370" w:type="dxa"/>
          </w:tcPr>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A major focus of pre-algebra courses is the familiarize students with variable expressions.  This lesson is a bridge between simplifying numerical expressions and evaluating algebraic expressions.</w:t>
            </w:r>
          </w:p>
        </w:tc>
      </w:tr>
      <w:tr w:rsidR="00226BA4" w:rsidRPr="00B870B0" w:rsidTr="00A45938">
        <w:tc>
          <w:tcPr>
            <w:tcW w:w="2646" w:type="dxa"/>
          </w:tcPr>
          <w:p w:rsidR="00226BA4" w:rsidRPr="00B870B0" w:rsidRDefault="00226BA4" w:rsidP="00F15BE2">
            <w:pPr>
              <w:contextualSpacing/>
              <w:rPr>
                <w:rFonts w:ascii="Architect" w:hAnsi="Architect"/>
                <w:b/>
                <w:color w:val="000000"/>
                <w:sz w:val="20"/>
                <w:szCs w:val="20"/>
              </w:rPr>
            </w:pPr>
            <w:r w:rsidRPr="00B870B0">
              <w:rPr>
                <w:rFonts w:ascii="Architect" w:hAnsi="Architect"/>
                <w:b/>
                <w:color w:val="000000"/>
                <w:sz w:val="20"/>
                <w:szCs w:val="20"/>
              </w:rPr>
              <w:t>Lesson Length</w:t>
            </w:r>
          </w:p>
        </w:tc>
        <w:tc>
          <w:tcPr>
            <w:tcW w:w="8370" w:type="dxa"/>
          </w:tcPr>
          <w:p w:rsidR="00226BA4" w:rsidRPr="00B870B0" w:rsidRDefault="00226BA4" w:rsidP="0034328F">
            <w:pPr>
              <w:contextualSpacing/>
              <w:rPr>
                <w:rFonts w:ascii="Architect" w:hAnsi="Architect"/>
                <w:color w:val="000000"/>
                <w:sz w:val="20"/>
                <w:szCs w:val="20"/>
              </w:rPr>
            </w:pPr>
            <w:r w:rsidRPr="00B870B0">
              <w:rPr>
                <w:rFonts w:ascii="Architect" w:hAnsi="Architect"/>
                <w:color w:val="000000"/>
                <w:sz w:val="20"/>
                <w:szCs w:val="20"/>
              </w:rPr>
              <w:t xml:space="preserve">2 class periods </w:t>
            </w:r>
          </w:p>
        </w:tc>
      </w:tr>
      <w:tr w:rsidR="00226BA4" w:rsidRPr="00B870B0" w:rsidTr="00A45938">
        <w:tc>
          <w:tcPr>
            <w:tcW w:w="2646" w:type="dxa"/>
          </w:tcPr>
          <w:p w:rsidR="00226BA4" w:rsidRPr="00B870B0" w:rsidRDefault="00226BA4" w:rsidP="00F15BE2">
            <w:pPr>
              <w:contextualSpacing/>
              <w:rPr>
                <w:rFonts w:ascii="Architect" w:hAnsi="Architect"/>
                <w:b/>
                <w:color w:val="000000"/>
                <w:sz w:val="20"/>
                <w:szCs w:val="20"/>
              </w:rPr>
            </w:pPr>
            <w:r w:rsidRPr="00B870B0">
              <w:rPr>
                <w:rFonts w:ascii="Architect" w:hAnsi="Architect"/>
                <w:b/>
                <w:color w:val="000000"/>
                <w:sz w:val="20"/>
                <w:szCs w:val="20"/>
              </w:rPr>
              <w:t>Materials</w:t>
            </w:r>
          </w:p>
          <w:p w:rsidR="00226BA4" w:rsidRPr="00B870B0" w:rsidRDefault="00226BA4" w:rsidP="00F15BE2">
            <w:pPr>
              <w:contextualSpacing/>
              <w:rPr>
                <w:rFonts w:ascii="Architect" w:hAnsi="Architect"/>
                <w:b/>
                <w:color w:val="000000"/>
                <w:sz w:val="20"/>
                <w:szCs w:val="20"/>
              </w:rPr>
            </w:pPr>
          </w:p>
        </w:tc>
        <w:tc>
          <w:tcPr>
            <w:tcW w:w="8370" w:type="dxa"/>
          </w:tcPr>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Index cards (Alternative: Loaf of bread, jar of jelly, knife, plate)</w:t>
            </w: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 xml:space="preserve">For </w:t>
            </w:r>
            <w:r w:rsidRPr="00B870B0">
              <w:rPr>
                <w:rFonts w:ascii="Architect" w:hAnsi="Architect"/>
                <w:i/>
                <w:color w:val="000000"/>
                <w:sz w:val="20"/>
                <w:szCs w:val="20"/>
              </w:rPr>
              <w:t>Target Number</w:t>
            </w:r>
            <w:r w:rsidRPr="00B870B0">
              <w:rPr>
                <w:rFonts w:ascii="Architect" w:hAnsi="Architect"/>
                <w:color w:val="000000"/>
                <w:sz w:val="20"/>
                <w:szCs w:val="20"/>
              </w:rPr>
              <w:t xml:space="preserve"> set of 5 number cubes per small group &amp; game sheet</w:t>
            </w: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 xml:space="preserve">For </w:t>
            </w:r>
            <w:r w:rsidRPr="00B870B0">
              <w:rPr>
                <w:rFonts w:ascii="Architect" w:hAnsi="Architect"/>
                <w:i/>
                <w:color w:val="000000"/>
                <w:sz w:val="20"/>
                <w:szCs w:val="20"/>
              </w:rPr>
              <w:t>Order Please</w:t>
            </w:r>
            <w:r w:rsidRPr="00B870B0">
              <w:rPr>
                <w:rFonts w:ascii="Architect" w:hAnsi="Architect"/>
                <w:color w:val="000000"/>
                <w:sz w:val="20"/>
                <w:szCs w:val="20"/>
              </w:rPr>
              <w:t xml:space="preserve"> one set of 5 number cubes per class; Order Please Chart for projector or board</w:t>
            </w: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TI-73 calculator (optional)</w:t>
            </w:r>
          </w:p>
        </w:tc>
      </w:tr>
      <w:tr w:rsidR="00226BA4" w:rsidRPr="00B870B0" w:rsidTr="00A45938">
        <w:tc>
          <w:tcPr>
            <w:tcW w:w="2646" w:type="dxa"/>
          </w:tcPr>
          <w:p w:rsidR="00226BA4" w:rsidRPr="00B870B0" w:rsidRDefault="00226BA4" w:rsidP="00F15BE2">
            <w:pPr>
              <w:contextualSpacing/>
              <w:rPr>
                <w:rFonts w:ascii="Architect" w:hAnsi="Architect"/>
                <w:b/>
                <w:color w:val="000000"/>
                <w:sz w:val="20"/>
                <w:szCs w:val="20"/>
              </w:rPr>
            </w:pPr>
            <w:r w:rsidRPr="00B870B0">
              <w:rPr>
                <w:rFonts w:ascii="Architect" w:hAnsi="Architect"/>
                <w:b/>
                <w:color w:val="000000"/>
                <w:sz w:val="20"/>
                <w:szCs w:val="20"/>
              </w:rPr>
              <w:t>Lesson Overview</w:t>
            </w:r>
          </w:p>
          <w:p w:rsidR="00226BA4" w:rsidRPr="00B870B0" w:rsidRDefault="00226BA4" w:rsidP="00F15BE2">
            <w:pPr>
              <w:contextualSpacing/>
              <w:rPr>
                <w:rFonts w:ascii="Architect" w:hAnsi="Architect"/>
                <w:b/>
                <w:color w:val="000000"/>
                <w:sz w:val="20"/>
                <w:szCs w:val="20"/>
              </w:rPr>
            </w:pPr>
            <w:r w:rsidRPr="00B870B0">
              <w:rPr>
                <w:rFonts w:ascii="Architect" w:hAnsi="Architect"/>
                <w:b/>
                <w:color w:val="000000"/>
                <w:sz w:val="20"/>
                <w:szCs w:val="20"/>
              </w:rPr>
              <w:t xml:space="preserve"> </w:t>
            </w:r>
          </w:p>
        </w:tc>
        <w:tc>
          <w:tcPr>
            <w:tcW w:w="8370" w:type="dxa"/>
          </w:tcPr>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 xml:space="preserve">The lesson applies/extends the order of operations with practice in a game context. Together with property of substitution, the order of operations is used to evaluate a variable expression. </w:t>
            </w:r>
          </w:p>
          <w:p w:rsidR="00226BA4" w:rsidRPr="00B870B0" w:rsidRDefault="00226BA4" w:rsidP="00D220EC">
            <w:pPr>
              <w:contextualSpacing/>
              <w:rPr>
                <w:rFonts w:ascii="Architect" w:hAnsi="Architect"/>
                <w:color w:val="000000"/>
                <w:sz w:val="20"/>
                <w:szCs w:val="20"/>
              </w:rPr>
            </w:pPr>
            <w:r w:rsidRPr="00B870B0">
              <w:rPr>
                <w:rFonts w:ascii="Architect" w:hAnsi="Architect"/>
                <w:color w:val="000000"/>
                <w:sz w:val="20"/>
                <w:szCs w:val="20"/>
              </w:rPr>
              <w:t>Online applets (NCTM Illuminations) and technology (TI-73) are employed to deepen understanding about substitution and evaluation of expressions.</w:t>
            </w:r>
          </w:p>
          <w:p w:rsidR="00226BA4" w:rsidRPr="00B870B0" w:rsidRDefault="00226BA4" w:rsidP="00FF77C4">
            <w:pPr>
              <w:contextualSpacing/>
              <w:rPr>
                <w:rFonts w:ascii="Architect" w:hAnsi="Architect"/>
                <w:color w:val="000000"/>
                <w:sz w:val="20"/>
                <w:szCs w:val="20"/>
              </w:rPr>
            </w:pPr>
            <w:r w:rsidRPr="00B870B0">
              <w:rPr>
                <w:rFonts w:ascii="Architect" w:hAnsi="Architect"/>
                <w:color w:val="000000"/>
                <w:sz w:val="20"/>
                <w:szCs w:val="20"/>
              </w:rPr>
              <w:t xml:space="preserve"> </w:t>
            </w:r>
          </w:p>
        </w:tc>
      </w:tr>
      <w:tr w:rsidR="00226BA4" w:rsidRPr="00B870B0" w:rsidTr="00A45938">
        <w:tc>
          <w:tcPr>
            <w:tcW w:w="2646" w:type="dxa"/>
          </w:tcPr>
          <w:p w:rsidR="00226BA4" w:rsidRPr="00B870B0" w:rsidRDefault="00226BA4" w:rsidP="00F15BE2">
            <w:pPr>
              <w:contextualSpacing/>
              <w:rPr>
                <w:rFonts w:ascii="Architect" w:hAnsi="Architect"/>
                <w:b/>
                <w:color w:val="000000"/>
                <w:sz w:val="20"/>
                <w:szCs w:val="20"/>
              </w:rPr>
            </w:pPr>
            <w:smartTag w:uri="urn:schemas-microsoft-com:office:smarttags" w:element="State">
              <w:smartTag w:uri="urn:schemas-microsoft-com:office:smarttags" w:element="place">
                <w:r w:rsidRPr="00B870B0">
                  <w:rPr>
                    <w:rFonts w:ascii="Architect" w:hAnsi="Architect"/>
                    <w:b/>
                    <w:color w:val="000000"/>
                    <w:sz w:val="20"/>
                    <w:szCs w:val="20"/>
                  </w:rPr>
                  <w:t>Tennessee</w:t>
                </w:r>
              </w:smartTag>
            </w:smartTag>
            <w:r w:rsidRPr="00B870B0">
              <w:rPr>
                <w:rFonts w:ascii="Architect" w:hAnsi="Architect"/>
                <w:b/>
                <w:color w:val="000000"/>
                <w:sz w:val="20"/>
                <w:szCs w:val="20"/>
              </w:rPr>
              <w:t xml:space="preserve"> Standards</w:t>
            </w:r>
          </w:p>
          <w:p w:rsidR="00226BA4" w:rsidRPr="00B870B0" w:rsidRDefault="00226BA4" w:rsidP="00A45938">
            <w:pPr>
              <w:contextualSpacing/>
              <w:rPr>
                <w:rFonts w:ascii="Architect" w:hAnsi="Architect"/>
                <w:b/>
                <w:color w:val="000000"/>
                <w:sz w:val="20"/>
                <w:szCs w:val="20"/>
              </w:rPr>
            </w:pPr>
          </w:p>
        </w:tc>
        <w:tc>
          <w:tcPr>
            <w:tcW w:w="8370" w:type="dxa"/>
          </w:tcPr>
          <w:p w:rsidR="00226BA4" w:rsidRPr="00B870B0" w:rsidRDefault="00226BA4" w:rsidP="00F15BE2">
            <w:pPr>
              <w:contextualSpacing/>
              <w:rPr>
                <w:rFonts w:ascii="Architect" w:hAnsi="Architect"/>
                <w:color w:val="000000"/>
                <w:sz w:val="20"/>
                <w:szCs w:val="20"/>
              </w:rPr>
            </w:pPr>
            <w:r w:rsidRPr="00B870B0">
              <w:rPr>
                <w:rFonts w:ascii="Architect" w:hAnsi="Architect"/>
                <w:b/>
                <w:color w:val="000000"/>
                <w:sz w:val="20"/>
                <w:szCs w:val="20"/>
              </w:rPr>
              <w:t>TN Grade 6</w:t>
            </w:r>
          </w:p>
          <w:p w:rsidR="00226BA4" w:rsidRPr="00B870B0" w:rsidRDefault="00226BA4" w:rsidP="00F15BE2">
            <w:pPr>
              <w:contextualSpacing/>
              <w:rPr>
                <w:rFonts w:ascii="Architect" w:hAnsi="Architect"/>
                <w:b/>
                <w:color w:val="000000"/>
                <w:sz w:val="20"/>
                <w:szCs w:val="20"/>
              </w:rPr>
            </w:pPr>
            <w:r w:rsidRPr="00B870B0">
              <w:rPr>
                <w:rFonts w:ascii="Architect" w:hAnsi="Architect"/>
                <w:color w:val="000000"/>
                <w:sz w:val="20"/>
                <w:szCs w:val="20"/>
              </w:rPr>
              <w:t>SPI 0606.3.2 Use order of operations and parentheses to simplify expressions and solve problems.</w:t>
            </w:r>
          </w:p>
          <w:p w:rsidR="00226BA4" w:rsidRPr="00B870B0" w:rsidRDefault="00226BA4" w:rsidP="00EA32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chitect" w:hAnsi="Architect" w:cs="Helvetica"/>
                <w:color w:val="000000"/>
                <w:sz w:val="20"/>
                <w:szCs w:val="20"/>
              </w:rPr>
            </w:pPr>
            <w:r w:rsidRPr="00B870B0">
              <w:rPr>
                <w:rFonts w:ascii="Architect" w:hAnsi="Architect"/>
                <w:color w:val="000000"/>
                <w:sz w:val="20"/>
                <w:szCs w:val="20"/>
              </w:rPr>
              <w:t xml:space="preserve">SPI 0606.3.4 Rewrite expressions to represent quantities in different ways. </w:t>
            </w: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0606.1.11 Model algebraic expressions with manipulatives, technology, and pencil and paper.</w:t>
            </w: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SPI 0606.1.5 Model algebraic expressions using algebra tiles.</w:t>
            </w:r>
          </w:p>
          <w:p w:rsidR="00226BA4" w:rsidRPr="00B870B0" w:rsidRDefault="00226BA4" w:rsidP="00EA32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chitect" w:hAnsi="Architect" w:cs="Helvetica"/>
                <w:color w:val="000000"/>
                <w:sz w:val="20"/>
                <w:szCs w:val="20"/>
              </w:rPr>
            </w:pPr>
            <w:r w:rsidRPr="00B870B0">
              <w:rPr>
                <w:rFonts w:ascii="Architect" w:hAnsi="Architect"/>
                <w:color w:val="000000"/>
                <w:sz w:val="20"/>
                <w:szCs w:val="20"/>
              </w:rPr>
              <w:t>GLE 0606.3.2 Interpret and represent algebraic relationships with variables in expressions, simple equations and inequalities.</w:t>
            </w:r>
          </w:p>
          <w:p w:rsidR="00226BA4" w:rsidRPr="00B870B0" w:rsidRDefault="00226BA4" w:rsidP="00EA32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chitect" w:hAnsi="Architect" w:cs="Helvetica"/>
                <w:color w:val="000000"/>
                <w:sz w:val="20"/>
                <w:szCs w:val="20"/>
              </w:rPr>
            </w:pPr>
            <w:r w:rsidRPr="00B870B0">
              <w:rPr>
                <w:rFonts w:ascii="Architect" w:hAnsi="Architect"/>
                <w:color w:val="000000"/>
                <w:sz w:val="20"/>
                <w:szCs w:val="20"/>
              </w:rPr>
              <w:t>0606.3.3 Recognize the use of juxtaposition (such as 3x, ab) to stand for multiplication, and the convention in these cases of writing numbers before letters.</w:t>
            </w:r>
          </w:p>
          <w:p w:rsidR="00226BA4" w:rsidRPr="00B870B0" w:rsidRDefault="00226BA4" w:rsidP="00EA32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chitect" w:hAnsi="Architect" w:cs="Helvetica"/>
                <w:color w:val="000000"/>
                <w:sz w:val="20"/>
                <w:szCs w:val="20"/>
              </w:rPr>
            </w:pPr>
            <w:r w:rsidRPr="00B870B0">
              <w:rPr>
                <w:rFonts w:ascii="Architect" w:hAnsi="Architect"/>
                <w:color w:val="000000"/>
                <w:sz w:val="20"/>
                <w:szCs w:val="20"/>
              </w:rPr>
              <w:t>0606.3.7 Move fluently between different representations (such as verbal, tabular, numerical, algebraic, and graphical) of equations and expressions.</w:t>
            </w:r>
          </w:p>
          <w:p w:rsidR="00226BA4" w:rsidRPr="00B870B0" w:rsidRDefault="00226BA4" w:rsidP="00EA32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chitect" w:hAnsi="Architect" w:cs="Helvetica"/>
                <w:color w:val="000000"/>
                <w:sz w:val="20"/>
                <w:szCs w:val="20"/>
              </w:rPr>
            </w:pPr>
            <w:r w:rsidRPr="00B870B0">
              <w:rPr>
                <w:rFonts w:ascii="Architect" w:hAnsi="Architect"/>
                <w:color w:val="000000"/>
                <w:sz w:val="20"/>
                <w:szCs w:val="20"/>
              </w:rPr>
              <w:t xml:space="preserve">SPI 0606.3.5 Translate between verbal expressions and algebraic expressions. </w:t>
            </w:r>
          </w:p>
          <w:p w:rsidR="00226BA4" w:rsidRDefault="00226BA4" w:rsidP="00F15BE2">
            <w:pPr>
              <w:contextualSpacing/>
              <w:rPr>
                <w:rFonts w:ascii="Architect" w:hAnsi="Architect"/>
                <w:color w:val="000000"/>
                <w:sz w:val="20"/>
                <w:szCs w:val="20"/>
              </w:rPr>
            </w:pP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Use expressions, equations and formulas to solve problems.</w:t>
            </w: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 xml:space="preserve">Write and solve two-step equations and inequalities. </w:t>
            </w: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Interpret and represent algebraic relationships with variables in expressions, simple equations and inequalities.</w:t>
            </w:r>
          </w:p>
        </w:tc>
      </w:tr>
      <w:tr w:rsidR="00226BA4" w:rsidRPr="00B870B0" w:rsidTr="00A45938">
        <w:tc>
          <w:tcPr>
            <w:tcW w:w="2646" w:type="dxa"/>
          </w:tcPr>
          <w:p w:rsidR="00226BA4" w:rsidRPr="00B870B0" w:rsidRDefault="00226BA4" w:rsidP="00F15BE2">
            <w:pPr>
              <w:contextualSpacing/>
              <w:rPr>
                <w:rFonts w:ascii="Architect" w:hAnsi="Architect"/>
                <w:b/>
                <w:color w:val="000000"/>
                <w:sz w:val="20"/>
                <w:szCs w:val="20"/>
              </w:rPr>
            </w:pPr>
            <w:r w:rsidRPr="00B870B0">
              <w:rPr>
                <w:rFonts w:ascii="Architect" w:hAnsi="Architect"/>
                <w:b/>
                <w:color w:val="000000"/>
                <w:sz w:val="20"/>
                <w:szCs w:val="20"/>
              </w:rPr>
              <w:t xml:space="preserve">Lesson objective(s) </w:t>
            </w:r>
          </w:p>
          <w:p w:rsidR="00226BA4" w:rsidRPr="00B870B0" w:rsidRDefault="00226BA4" w:rsidP="00F15BE2">
            <w:pPr>
              <w:contextualSpacing/>
              <w:rPr>
                <w:rFonts w:ascii="Architect" w:hAnsi="Architect"/>
                <w:b/>
                <w:color w:val="000000"/>
                <w:sz w:val="20"/>
                <w:szCs w:val="20"/>
              </w:rPr>
            </w:pPr>
          </w:p>
          <w:p w:rsidR="00226BA4" w:rsidRPr="00B870B0" w:rsidRDefault="00226BA4" w:rsidP="00F15BE2">
            <w:pPr>
              <w:contextualSpacing/>
              <w:rPr>
                <w:rFonts w:ascii="Architect" w:hAnsi="Architect"/>
                <w:b/>
                <w:color w:val="000000"/>
                <w:sz w:val="20"/>
                <w:szCs w:val="20"/>
              </w:rPr>
            </w:pPr>
          </w:p>
        </w:tc>
        <w:tc>
          <w:tcPr>
            <w:tcW w:w="8370" w:type="dxa"/>
          </w:tcPr>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The Learner will</w:t>
            </w:r>
          </w:p>
          <w:p w:rsidR="00226BA4" w:rsidRPr="00B870B0" w:rsidRDefault="00226BA4" w:rsidP="00EA3299">
            <w:pPr>
              <w:pStyle w:val="ListParagraph"/>
              <w:numPr>
                <w:ilvl w:val="0"/>
                <w:numId w:val="3"/>
              </w:numPr>
              <w:spacing w:after="0" w:line="240" w:lineRule="auto"/>
              <w:rPr>
                <w:rFonts w:ascii="Architect" w:hAnsi="Architect"/>
                <w:color w:val="000000"/>
                <w:sz w:val="20"/>
                <w:szCs w:val="20"/>
              </w:rPr>
            </w:pPr>
            <w:r w:rsidRPr="00B870B0">
              <w:rPr>
                <w:rFonts w:ascii="Architect" w:hAnsi="Architect"/>
                <w:color w:val="000000"/>
                <w:sz w:val="20"/>
                <w:szCs w:val="20"/>
              </w:rPr>
              <w:t xml:space="preserve">correctly verbalize order of operations </w:t>
            </w:r>
          </w:p>
          <w:p w:rsidR="00226BA4" w:rsidRPr="00B870B0" w:rsidRDefault="00226BA4" w:rsidP="00EA3299">
            <w:pPr>
              <w:pStyle w:val="ListParagraph"/>
              <w:numPr>
                <w:ilvl w:val="0"/>
                <w:numId w:val="3"/>
              </w:numPr>
              <w:spacing w:after="0" w:line="240" w:lineRule="auto"/>
              <w:rPr>
                <w:rFonts w:ascii="Architect" w:hAnsi="Architect"/>
                <w:color w:val="000000"/>
                <w:sz w:val="20"/>
                <w:szCs w:val="20"/>
              </w:rPr>
            </w:pPr>
            <w:r w:rsidRPr="00B870B0">
              <w:rPr>
                <w:rFonts w:ascii="Architect" w:hAnsi="Architect"/>
                <w:color w:val="000000"/>
                <w:sz w:val="20"/>
                <w:szCs w:val="20"/>
              </w:rPr>
              <w:t>apply order of operations when simplifying/evaluating expressions</w:t>
            </w:r>
          </w:p>
          <w:p w:rsidR="00226BA4" w:rsidRPr="00B870B0" w:rsidRDefault="00226BA4" w:rsidP="00EA3299">
            <w:pPr>
              <w:pStyle w:val="ListParagraph"/>
              <w:numPr>
                <w:ilvl w:val="0"/>
                <w:numId w:val="3"/>
              </w:numPr>
              <w:spacing w:after="0" w:line="240" w:lineRule="auto"/>
              <w:rPr>
                <w:rFonts w:ascii="Architect" w:hAnsi="Architect"/>
                <w:color w:val="000000"/>
                <w:sz w:val="20"/>
                <w:szCs w:val="20"/>
              </w:rPr>
            </w:pPr>
            <w:r w:rsidRPr="00B870B0">
              <w:rPr>
                <w:rFonts w:ascii="Architect" w:hAnsi="Architect"/>
                <w:color w:val="000000"/>
                <w:sz w:val="20"/>
                <w:szCs w:val="20"/>
              </w:rPr>
              <w:t>use correct notation to write a numerical expression</w:t>
            </w:r>
          </w:p>
          <w:p w:rsidR="00226BA4" w:rsidRPr="00B870B0" w:rsidRDefault="00226BA4" w:rsidP="00EA3299">
            <w:pPr>
              <w:pStyle w:val="ListParagraph"/>
              <w:numPr>
                <w:ilvl w:val="0"/>
                <w:numId w:val="3"/>
              </w:numPr>
              <w:spacing w:after="0" w:line="240" w:lineRule="auto"/>
              <w:rPr>
                <w:rFonts w:ascii="Architect" w:hAnsi="Architect"/>
                <w:color w:val="000000"/>
                <w:sz w:val="20"/>
                <w:szCs w:val="20"/>
              </w:rPr>
            </w:pPr>
            <w:r w:rsidRPr="00B870B0">
              <w:rPr>
                <w:rFonts w:ascii="Architect" w:hAnsi="Architect"/>
                <w:color w:val="000000"/>
                <w:sz w:val="20"/>
                <w:szCs w:val="20"/>
              </w:rPr>
              <w:t xml:space="preserve">substitute a value for a variable in an expression using grouping symbols appropriately to retain order of operations </w:t>
            </w:r>
          </w:p>
          <w:p w:rsidR="00226BA4" w:rsidRPr="00B870B0" w:rsidRDefault="00226BA4" w:rsidP="00EA3299">
            <w:pPr>
              <w:pStyle w:val="ListParagraph"/>
              <w:numPr>
                <w:ilvl w:val="0"/>
                <w:numId w:val="3"/>
              </w:numPr>
              <w:spacing w:after="0" w:line="240" w:lineRule="auto"/>
              <w:rPr>
                <w:rFonts w:ascii="Architect" w:hAnsi="Architect"/>
                <w:color w:val="000000"/>
                <w:sz w:val="20"/>
                <w:szCs w:val="20"/>
              </w:rPr>
            </w:pPr>
            <w:r w:rsidRPr="00B870B0">
              <w:rPr>
                <w:rFonts w:ascii="Architect" w:hAnsi="Architect"/>
                <w:color w:val="000000"/>
                <w:sz w:val="20"/>
                <w:szCs w:val="20"/>
              </w:rPr>
              <w:t xml:space="preserve">use technology with appropriate notation to evaluate expressions </w:t>
            </w:r>
          </w:p>
          <w:p w:rsidR="00226BA4" w:rsidRPr="00B870B0" w:rsidRDefault="00226BA4" w:rsidP="000C621A">
            <w:pPr>
              <w:contextualSpacing/>
              <w:rPr>
                <w:rFonts w:ascii="Architect" w:hAnsi="Architect"/>
                <w:b/>
                <w:color w:val="000000"/>
                <w:sz w:val="20"/>
                <w:szCs w:val="20"/>
              </w:rPr>
            </w:pPr>
          </w:p>
          <w:p w:rsidR="00226BA4" w:rsidRPr="00B870B0" w:rsidRDefault="00226BA4" w:rsidP="00350EFC">
            <w:pPr>
              <w:contextualSpacing/>
              <w:rPr>
                <w:rFonts w:ascii="Architect" w:hAnsi="Architect"/>
                <w:color w:val="000000"/>
                <w:sz w:val="20"/>
                <w:szCs w:val="20"/>
              </w:rPr>
            </w:pPr>
            <w:r w:rsidRPr="00B870B0">
              <w:rPr>
                <w:rFonts w:ascii="Architect" w:hAnsi="Architect"/>
                <w:color w:val="000000"/>
                <w:sz w:val="20"/>
                <w:szCs w:val="20"/>
              </w:rPr>
              <w:t>Training Discussion: “I Can…” Statements (expressions/equations)</w:t>
            </w:r>
          </w:p>
        </w:tc>
      </w:tr>
      <w:tr w:rsidR="00226BA4" w:rsidRPr="00B870B0" w:rsidTr="00A45938">
        <w:tc>
          <w:tcPr>
            <w:tcW w:w="2646" w:type="dxa"/>
          </w:tcPr>
          <w:p w:rsidR="00226BA4" w:rsidRPr="00B870B0" w:rsidRDefault="00226BA4" w:rsidP="00F15BE2">
            <w:pPr>
              <w:contextualSpacing/>
              <w:rPr>
                <w:rFonts w:ascii="Architect" w:hAnsi="Architect"/>
                <w:b/>
                <w:color w:val="000000"/>
                <w:sz w:val="20"/>
                <w:szCs w:val="20"/>
              </w:rPr>
            </w:pPr>
            <w:r w:rsidRPr="00B870B0">
              <w:rPr>
                <w:rFonts w:ascii="Architect" w:hAnsi="Architect"/>
                <w:b/>
                <w:color w:val="000000"/>
                <w:sz w:val="20"/>
                <w:szCs w:val="20"/>
              </w:rPr>
              <w:t>ENGAGEMENT</w:t>
            </w:r>
          </w:p>
          <w:p w:rsidR="00226BA4" w:rsidRPr="00B870B0" w:rsidRDefault="00226BA4" w:rsidP="00EA3299">
            <w:pPr>
              <w:pStyle w:val="BodyText"/>
              <w:numPr>
                <w:ilvl w:val="0"/>
                <w:numId w:val="1"/>
              </w:numPr>
              <w:spacing w:line="240" w:lineRule="auto"/>
              <w:contextualSpacing/>
              <w:rPr>
                <w:rFonts w:ascii="Architect" w:hAnsi="Architect"/>
                <w:color w:val="000000"/>
                <w:sz w:val="20"/>
              </w:rPr>
            </w:pPr>
            <w:r w:rsidRPr="00B870B0">
              <w:rPr>
                <w:rFonts w:ascii="Architect" w:hAnsi="Architect"/>
                <w:color w:val="000000"/>
                <w:sz w:val="20"/>
              </w:rPr>
              <w:t>Describe how the teacher will capture students’ interest.</w:t>
            </w:r>
            <w:r w:rsidRPr="00B870B0">
              <w:rPr>
                <w:rFonts w:ascii="Architect" w:hAnsi="Architect"/>
                <w:color w:val="000000"/>
                <w:sz w:val="20"/>
              </w:rPr>
              <w:br/>
            </w:r>
            <w:r w:rsidRPr="00B870B0">
              <w:rPr>
                <w:rFonts w:ascii="Architect" w:hAnsi="Architect"/>
                <w:color w:val="000000"/>
                <w:sz w:val="20"/>
              </w:rPr>
              <w:br/>
            </w:r>
            <w:r w:rsidRPr="00B870B0">
              <w:rPr>
                <w:rFonts w:ascii="Architect" w:hAnsi="Architect"/>
                <w:color w:val="000000"/>
                <w:sz w:val="20"/>
              </w:rPr>
              <w:br/>
            </w:r>
            <w:r w:rsidRPr="00B870B0">
              <w:rPr>
                <w:rFonts w:ascii="Architect" w:hAnsi="Architect"/>
                <w:color w:val="000000"/>
                <w:sz w:val="20"/>
              </w:rPr>
              <w:br/>
            </w:r>
            <w:r w:rsidRPr="00B870B0">
              <w:rPr>
                <w:rFonts w:ascii="Architect" w:hAnsi="Architect"/>
                <w:color w:val="000000"/>
                <w:sz w:val="20"/>
              </w:rPr>
              <w:br/>
            </w:r>
            <w:r w:rsidRPr="00B870B0">
              <w:rPr>
                <w:rFonts w:ascii="Architect" w:hAnsi="Architect"/>
                <w:color w:val="000000"/>
                <w:sz w:val="20"/>
              </w:rPr>
              <w:br/>
            </w:r>
            <w:r w:rsidRPr="00B870B0">
              <w:rPr>
                <w:rFonts w:ascii="Architect" w:hAnsi="Architect"/>
                <w:color w:val="000000"/>
                <w:sz w:val="20"/>
              </w:rPr>
              <w:br/>
            </w:r>
            <w:r w:rsidRPr="00B870B0">
              <w:rPr>
                <w:rFonts w:ascii="Architect" w:hAnsi="Architect"/>
                <w:color w:val="000000"/>
                <w:sz w:val="20"/>
              </w:rPr>
              <w:br/>
            </w:r>
            <w:r w:rsidRPr="00B870B0">
              <w:rPr>
                <w:rFonts w:ascii="Architect" w:hAnsi="Architect"/>
                <w:color w:val="000000"/>
                <w:sz w:val="20"/>
              </w:rPr>
              <w:br/>
            </w:r>
            <w:r w:rsidRPr="00B870B0">
              <w:rPr>
                <w:rFonts w:ascii="Architect" w:hAnsi="Architect"/>
                <w:color w:val="000000"/>
                <w:sz w:val="20"/>
              </w:rPr>
              <w:br/>
            </w:r>
            <w:r w:rsidRPr="00B870B0">
              <w:rPr>
                <w:rFonts w:ascii="Architect" w:hAnsi="Architect"/>
                <w:color w:val="000000"/>
                <w:sz w:val="20"/>
              </w:rPr>
              <w:br/>
            </w:r>
            <w:r w:rsidRPr="00B870B0">
              <w:rPr>
                <w:rFonts w:ascii="Architect" w:hAnsi="Architect"/>
                <w:color w:val="000000"/>
                <w:sz w:val="20"/>
              </w:rPr>
              <w:br/>
            </w:r>
            <w:r w:rsidRPr="00B870B0">
              <w:rPr>
                <w:rFonts w:ascii="Architect" w:hAnsi="Architect"/>
                <w:color w:val="000000"/>
                <w:sz w:val="20"/>
              </w:rPr>
              <w:br/>
            </w:r>
            <w:r w:rsidRPr="00B870B0">
              <w:rPr>
                <w:rFonts w:ascii="Architect" w:hAnsi="Architect"/>
                <w:color w:val="000000"/>
                <w:sz w:val="20"/>
              </w:rPr>
              <w:br/>
            </w:r>
            <w:r w:rsidRPr="00B870B0">
              <w:rPr>
                <w:rFonts w:ascii="Architect" w:hAnsi="Architect"/>
                <w:color w:val="000000"/>
                <w:sz w:val="20"/>
              </w:rPr>
              <w:br/>
            </w:r>
            <w:r w:rsidRPr="00B870B0">
              <w:rPr>
                <w:rFonts w:ascii="Architect" w:hAnsi="Architect"/>
                <w:color w:val="000000"/>
                <w:sz w:val="20"/>
              </w:rPr>
              <w:br/>
            </w:r>
            <w:r w:rsidRPr="00B870B0">
              <w:rPr>
                <w:rFonts w:ascii="Architect" w:hAnsi="Architect"/>
                <w:color w:val="000000"/>
                <w:sz w:val="20"/>
              </w:rPr>
              <w:br/>
            </w:r>
            <w:r w:rsidRPr="00B870B0">
              <w:rPr>
                <w:rFonts w:ascii="Architect" w:hAnsi="Architect"/>
                <w:color w:val="000000"/>
                <w:sz w:val="20"/>
              </w:rPr>
              <w:br/>
            </w:r>
            <w:r w:rsidRPr="00B870B0">
              <w:rPr>
                <w:rFonts w:ascii="Architect" w:hAnsi="Architect"/>
                <w:color w:val="000000"/>
                <w:sz w:val="20"/>
              </w:rPr>
              <w:br/>
            </w:r>
            <w:r w:rsidRPr="00B870B0">
              <w:rPr>
                <w:rFonts w:ascii="Architect" w:hAnsi="Architect"/>
                <w:color w:val="000000"/>
                <w:sz w:val="20"/>
              </w:rPr>
              <w:br/>
            </w:r>
            <w:r w:rsidRPr="00B870B0">
              <w:rPr>
                <w:rFonts w:ascii="Architect" w:hAnsi="Architect"/>
                <w:color w:val="000000"/>
                <w:sz w:val="20"/>
              </w:rPr>
              <w:br/>
            </w:r>
            <w:r w:rsidRPr="00B870B0">
              <w:rPr>
                <w:rFonts w:ascii="Architect" w:hAnsi="Architect"/>
                <w:color w:val="000000"/>
                <w:sz w:val="20"/>
              </w:rPr>
              <w:br/>
            </w:r>
          </w:p>
          <w:p w:rsidR="00226BA4" w:rsidRPr="00B870B0" w:rsidRDefault="00226BA4" w:rsidP="00EA3299">
            <w:pPr>
              <w:pStyle w:val="BodyText"/>
              <w:numPr>
                <w:ilvl w:val="0"/>
                <w:numId w:val="1"/>
              </w:numPr>
              <w:spacing w:line="240" w:lineRule="auto"/>
              <w:contextualSpacing/>
              <w:rPr>
                <w:rFonts w:ascii="Architect" w:hAnsi="Architect"/>
                <w:color w:val="000000"/>
                <w:sz w:val="20"/>
              </w:rPr>
            </w:pPr>
            <w:r w:rsidRPr="00B870B0">
              <w:rPr>
                <w:rFonts w:ascii="Architect" w:hAnsi="Architect"/>
                <w:color w:val="000000"/>
                <w:sz w:val="20"/>
              </w:rPr>
              <w:t>What kind of questions should the students ask themselves after the engagement?</w:t>
            </w:r>
          </w:p>
        </w:tc>
        <w:tc>
          <w:tcPr>
            <w:tcW w:w="8370" w:type="dxa"/>
          </w:tcPr>
          <w:p w:rsidR="00226BA4" w:rsidRPr="00B870B0" w:rsidRDefault="00226BA4" w:rsidP="00F15BE2">
            <w:pPr>
              <w:contextualSpacing/>
              <w:rPr>
                <w:rFonts w:ascii="Architect" w:hAnsi="Architect"/>
                <w:color w:val="000000"/>
                <w:sz w:val="20"/>
                <w:szCs w:val="20"/>
              </w:rPr>
            </w:pPr>
          </w:p>
          <w:p w:rsidR="00226BA4" w:rsidRPr="00B870B0" w:rsidRDefault="00226BA4" w:rsidP="00F15BE2">
            <w:pPr>
              <w:contextualSpacing/>
              <w:rPr>
                <w:rFonts w:ascii="Architect" w:hAnsi="Architect"/>
                <w:color w:val="000000"/>
                <w:sz w:val="20"/>
                <w:szCs w:val="20"/>
              </w:rPr>
            </w:pPr>
          </w:p>
          <w:tbl>
            <w:tblPr>
              <w:tblpPr w:leftFromText="180" w:rightFromText="180" w:vertAnchor="text" w:tblpY="-163"/>
              <w:tblOverlap w:val="never"/>
              <w:tblW w:w="8010" w:type="dxa"/>
              <w:tblLook w:val="00BF"/>
            </w:tblPr>
            <w:tblGrid>
              <w:gridCol w:w="2700"/>
              <w:gridCol w:w="2790"/>
              <w:gridCol w:w="2520"/>
            </w:tblGrid>
            <w:tr w:rsidR="00226BA4" w:rsidRPr="00B870B0" w:rsidTr="00EA3299">
              <w:tc>
                <w:tcPr>
                  <w:tcW w:w="8010" w:type="dxa"/>
                  <w:gridSpan w:val="3"/>
                </w:tcPr>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 xml:space="preserve">Ask students to arrange index cards, each of which contains one step of an everyday process for which order of steps is unique.  </w:t>
                  </w:r>
                </w:p>
              </w:tc>
            </w:tr>
            <w:tr w:rsidR="00226BA4" w:rsidRPr="00B870B0" w:rsidTr="00EA3299">
              <w:tc>
                <w:tcPr>
                  <w:tcW w:w="2700" w:type="dxa"/>
                </w:tcPr>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Grocery Shopping</w:t>
                  </w:r>
                </w:p>
              </w:tc>
              <w:tc>
                <w:tcPr>
                  <w:tcW w:w="2790" w:type="dxa"/>
                </w:tcPr>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Build a house</w:t>
                  </w:r>
                </w:p>
              </w:tc>
              <w:tc>
                <w:tcPr>
                  <w:tcW w:w="2520" w:type="dxa"/>
                </w:tcPr>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Wrap a gift</w:t>
                  </w:r>
                </w:p>
              </w:tc>
            </w:tr>
            <w:tr w:rsidR="00226BA4" w:rsidRPr="00B870B0" w:rsidTr="00EA3299">
              <w:tc>
                <w:tcPr>
                  <w:tcW w:w="2700" w:type="dxa"/>
                </w:tcPr>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Drive to store</w:t>
                  </w: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 xml:space="preserve">Park car in store parking lot </w:t>
                  </w: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Exit car</w:t>
                  </w: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 xml:space="preserve">Walk to store entrance </w:t>
                  </w: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Get a cart to roll thru store</w:t>
                  </w: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Fill cart with groceries</w:t>
                  </w: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Roll cart to check out</w:t>
                  </w: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Place cart items on counter</w:t>
                  </w: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Pay for groceries</w:t>
                  </w: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 xml:space="preserve">Put bags back into cart </w:t>
                  </w: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Exit store</w:t>
                  </w: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Walk cart to car</w:t>
                  </w: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Put groceries in car</w:t>
                  </w: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Get in car to go home</w:t>
                  </w:r>
                </w:p>
              </w:tc>
              <w:tc>
                <w:tcPr>
                  <w:tcW w:w="2790" w:type="dxa"/>
                </w:tcPr>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Get materials</w:t>
                  </w: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Make foundation</w:t>
                  </w: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 xml:space="preserve">Build floor </w:t>
                  </w: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Make frame for walls</w:t>
                  </w: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Add roof</w:t>
                  </w: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Add windows and doors</w:t>
                  </w: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Add electrical lines/water pipes</w:t>
                  </w: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Insulate walls</w:t>
                  </w: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Cover wall studs with drywall</w:t>
                  </w: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 xml:space="preserve">Paint walls </w:t>
                  </w:r>
                </w:p>
                <w:p w:rsidR="00226BA4" w:rsidRPr="00B870B0" w:rsidRDefault="00226BA4" w:rsidP="00F15BE2">
                  <w:pPr>
                    <w:contextualSpacing/>
                    <w:rPr>
                      <w:rFonts w:ascii="Architect" w:hAnsi="Architect"/>
                      <w:color w:val="000000"/>
                      <w:sz w:val="20"/>
                      <w:szCs w:val="20"/>
                    </w:rPr>
                  </w:pPr>
                </w:p>
              </w:tc>
              <w:tc>
                <w:tcPr>
                  <w:tcW w:w="2520" w:type="dxa"/>
                </w:tcPr>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Secure item for gift</w:t>
                  </w: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Remove price tag</w:t>
                  </w: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Place item in box</w:t>
                  </w: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Cut paper to fit box size</w:t>
                  </w: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Wrap paper around box</w:t>
                  </w: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Fold paper to box shape</w:t>
                  </w: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Tape folds of paper in place</w:t>
                  </w: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Wrap ribbon around box</w:t>
                  </w: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Tie ribbon in bow</w:t>
                  </w:r>
                </w:p>
                <w:p w:rsidR="00226BA4" w:rsidRPr="00B870B0" w:rsidRDefault="00226BA4" w:rsidP="00A724F1">
                  <w:pPr>
                    <w:contextualSpacing/>
                    <w:rPr>
                      <w:rFonts w:ascii="Architect" w:hAnsi="Architect"/>
                      <w:color w:val="000000"/>
                      <w:sz w:val="20"/>
                      <w:szCs w:val="20"/>
                    </w:rPr>
                  </w:pPr>
                  <w:r w:rsidRPr="00B870B0">
                    <w:rPr>
                      <w:rFonts w:ascii="Architect" w:hAnsi="Architect"/>
                      <w:color w:val="000000"/>
                      <w:sz w:val="20"/>
                      <w:szCs w:val="20"/>
                    </w:rPr>
                    <w:t xml:space="preserve">Add card to top of box </w:t>
                  </w:r>
                </w:p>
              </w:tc>
            </w:tr>
          </w:tbl>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OR</w:t>
            </w: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 xml:space="preserve">Ask students to write down instructions to make a jelly sandwich; take them up and select one to follow.  Follow instructions extremely literally and expect to make a mess. But take suggestions on how the directions should be amended to explicitly describe actions. Discuss “implied instructions” (such as, get bread implies you’ll have take the closure off the package, reach in and take a piece out) and “conventions” (such as putting jelly on bread requires spreading with a knife). </w:t>
            </w:r>
          </w:p>
          <w:p w:rsidR="00226BA4" w:rsidRPr="00B870B0" w:rsidRDefault="00226BA4" w:rsidP="00F15BE2">
            <w:pPr>
              <w:contextualSpacing/>
              <w:rPr>
                <w:rFonts w:ascii="Architect" w:hAnsi="Architect"/>
                <w:color w:val="000000"/>
                <w:sz w:val="20"/>
                <w:szCs w:val="20"/>
              </w:rPr>
            </w:pP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 xml:space="preserve">When does order of actions matter in math?  </w:t>
            </w: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 xml:space="preserve">What kind of math problem has multiple steps? </w:t>
            </w: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How and when do we write action (operation) steps for computations?</w:t>
            </w:r>
          </w:p>
          <w:p w:rsidR="00226BA4" w:rsidRPr="00B870B0" w:rsidRDefault="00226BA4" w:rsidP="00F15BE2">
            <w:pPr>
              <w:contextualSpacing/>
              <w:rPr>
                <w:rFonts w:ascii="Architect" w:hAnsi="Architect"/>
                <w:color w:val="000000"/>
                <w:sz w:val="20"/>
                <w:szCs w:val="20"/>
              </w:rPr>
            </w:pP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Explain that we have need for these same types of communication and understanding in mathematics, i.e. there is an order to operations so that everyone gets the same value when evaluating a numerical statement.</w:t>
            </w:r>
          </w:p>
        </w:tc>
      </w:tr>
      <w:tr w:rsidR="00226BA4" w:rsidRPr="00B870B0" w:rsidTr="00A45938">
        <w:tc>
          <w:tcPr>
            <w:tcW w:w="2646" w:type="dxa"/>
          </w:tcPr>
          <w:p w:rsidR="00226BA4" w:rsidRPr="00B870B0" w:rsidRDefault="00226BA4" w:rsidP="00F15BE2">
            <w:pPr>
              <w:contextualSpacing/>
              <w:rPr>
                <w:rFonts w:ascii="Architect" w:hAnsi="Architect"/>
                <w:b/>
                <w:color w:val="000000"/>
                <w:sz w:val="20"/>
                <w:szCs w:val="20"/>
              </w:rPr>
            </w:pPr>
            <w:r w:rsidRPr="00B870B0">
              <w:rPr>
                <w:rFonts w:ascii="Architect" w:hAnsi="Architect"/>
                <w:b/>
                <w:color w:val="000000"/>
                <w:sz w:val="20"/>
                <w:szCs w:val="20"/>
              </w:rPr>
              <w:t>EXPLORATION</w:t>
            </w:r>
          </w:p>
          <w:p w:rsidR="00226BA4" w:rsidRPr="00B870B0" w:rsidRDefault="00226BA4" w:rsidP="00EA3299">
            <w:pPr>
              <w:pStyle w:val="BodyText"/>
              <w:numPr>
                <w:ilvl w:val="0"/>
                <w:numId w:val="1"/>
              </w:numPr>
              <w:spacing w:line="240" w:lineRule="auto"/>
              <w:contextualSpacing/>
              <w:rPr>
                <w:rFonts w:ascii="Architect" w:hAnsi="Architect"/>
                <w:color w:val="000000"/>
                <w:sz w:val="20"/>
              </w:rPr>
            </w:pPr>
            <w:r w:rsidRPr="00B870B0">
              <w:rPr>
                <w:rFonts w:ascii="Architect" w:hAnsi="Architect"/>
                <w:color w:val="000000"/>
                <w:sz w:val="20"/>
              </w:rPr>
              <w:t xml:space="preserve">Describe what hands-on/minds-on activities students will be doing. </w:t>
            </w:r>
            <w:r w:rsidRPr="00B870B0">
              <w:rPr>
                <w:rFonts w:ascii="Architect" w:hAnsi="Architect"/>
                <w:color w:val="000000"/>
                <w:sz w:val="20"/>
              </w:rPr>
              <w:br/>
            </w:r>
            <w:r w:rsidRPr="00B870B0">
              <w:rPr>
                <w:rFonts w:ascii="Architect" w:hAnsi="Architect"/>
                <w:color w:val="000000"/>
                <w:sz w:val="20"/>
              </w:rPr>
              <w:br/>
            </w:r>
            <w:r w:rsidRPr="00B870B0">
              <w:rPr>
                <w:rFonts w:ascii="Architect" w:hAnsi="Architect"/>
                <w:color w:val="000000"/>
                <w:sz w:val="20"/>
              </w:rPr>
              <w:br/>
            </w:r>
            <w:r w:rsidRPr="00B870B0">
              <w:rPr>
                <w:rFonts w:ascii="Architect" w:hAnsi="Architect"/>
                <w:color w:val="000000"/>
                <w:sz w:val="20"/>
              </w:rPr>
              <w:br/>
            </w:r>
            <w:r w:rsidRPr="00B870B0">
              <w:rPr>
                <w:rFonts w:ascii="Architect" w:hAnsi="Architect"/>
                <w:color w:val="000000"/>
                <w:sz w:val="20"/>
              </w:rPr>
              <w:br/>
            </w:r>
            <w:r w:rsidRPr="00B870B0">
              <w:rPr>
                <w:rFonts w:ascii="Architect" w:hAnsi="Architect"/>
                <w:color w:val="000000"/>
                <w:sz w:val="20"/>
              </w:rPr>
              <w:br/>
            </w:r>
            <w:r w:rsidRPr="00B870B0">
              <w:rPr>
                <w:rFonts w:ascii="Architect" w:hAnsi="Architect"/>
                <w:color w:val="000000"/>
                <w:sz w:val="20"/>
              </w:rPr>
              <w:br/>
            </w:r>
            <w:r w:rsidRPr="00B870B0">
              <w:rPr>
                <w:rFonts w:ascii="Architect" w:hAnsi="Architect"/>
                <w:color w:val="000000"/>
                <w:sz w:val="20"/>
              </w:rPr>
              <w:br/>
            </w:r>
            <w:r w:rsidRPr="00B870B0">
              <w:rPr>
                <w:rFonts w:ascii="Architect" w:hAnsi="Architect"/>
                <w:color w:val="000000"/>
                <w:sz w:val="20"/>
              </w:rPr>
              <w:br/>
            </w:r>
            <w:r w:rsidRPr="00B870B0">
              <w:rPr>
                <w:rFonts w:ascii="Architect" w:hAnsi="Architect"/>
                <w:color w:val="000000"/>
                <w:sz w:val="20"/>
              </w:rPr>
              <w:br/>
            </w:r>
            <w:r w:rsidRPr="00B870B0">
              <w:rPr>
                <w:rFonts w:ascii="Architect" w:hAnsi="Architect"/>
                <w:color w:val="000000"/>
                <w:sz w:val="20"/>
              </w:rPr>
              <w:br/>
            </w:r>
            <w:r w:rsidRPr="00B870B0">
              <w:rPr>
                <w:rFonts w:ascii="Architect" w:hAnsi="Architect"/>
                <w:color w:val="000000"/>
                <w:sz w:val="20"/>
              </w:rPr>
              <w:br/>
            </w:r>
            <w:r w:rsidRPr="00B870B0">
              <w:rPr>
                <w:rFonts w:ascii="Architect" w:hAnsi="Architect"/>
                <w:color w:val="000000"/>
                <w:sz w:val="20"/>
              </w:rPr>
              <w:br/>
            </w:r>
            <w:r w:rsidRPr="00B870B0">
              <w:rPr>
                <w:rFonts w:ascii="Architect" w:hAnsi="Architect"/>
                <w:color w:val="000000"/>
                <w:sz w:val="20"/>
              </w:rPr>
              <w:br/>
            </w:r>
            <w:r w:rsidRPr="00B870B0">
              <w:rPr>
                <w:rFonts w:ascii="Architect" w:hAnsi="Architect"/>
                <w:color w:val="000000"/>
                <w:sz w:val="20"/>
              </w:rPr>
              <w:br/>
            </w:r>
            <w:r w:rsidRPr="00B870B0">
              <w:rPr>
                <w:rFonts w:ascii="Architect" w:hAnsi="Architect"/>
                <w:color w:val="000000"/>
                <w:sz w:val="20"/>
              </w:rPr>
              <w:br/>
            </w:r>
            <w:r w:rsidRPr="00B870B0">
              <w:rPr>
                <w:rFonts w:ascii="Architect" w:hAnsi="Architect"/>
                <w:color w:val="000000"/>
                <w:sz w:val="20"/>
              </w:rPr>
              <w:br/>
            </w:r>
            <w:r w:rsidRPr="00B870B0">
              <w:rPr>
                <w:rFonts w:ascii="Architect" w:hAnsi="Architect"/>
                <w:color w:val="000000"/>
                <w:sz w:val="20"/>
              </w:rPr>
              <w:br/>
            </w:r>
            <w:r w:rsidRPr="00B870B0">
              <w:rPr>
                <w:rFonts w:ascii="Architect" w:hAnsi="Architect"/>
                <w:color w:val="000000"/>
                <w:sz w:val="20"/>
              </w:rPr>
              <w:br/>
            </w:r>
          </w:p>
          <w:p w:rsidR="00226BA4" w:rsidRPr="00B870B0" w:rsidRDefault="00226BA4" w:rsidP="00EA3299">
            <w:pPr>
              <w:pStyle w:val="BodyText"/>
              <w:spacing w:line="240" w:lineRule="auto"/>
              <w:contextualSpacing/>
              <w:rPr>
                <w:rFonts w:ascii="Architect" w:hAnsi="Architect"/>
                <w:color w:val="000000"/>
                <w:sz w:val="20"/>
              </w:rPr>
            </w:pPr>
          </w:p>
          <w:p w:rsidR="00226BA4" w:rsidRPr="00B870B0" w:rsidRDefault="00226BA4" w:rsidP="00EA3299">
            <w:pPr>
              <w:pStyle w:val="BodyText"/>
              <w:spacing w:line="240" w:lineRule="auto"/>
              <w:contextualSpacing/>
              <w:rPr>
                <w:rFonts w:ascii="Architect" w:hAnsi="Architect"/>
                <w:color w:val="000000"/>
                <w:sz w:val="20"/>
              </w:rPr>
            </w:pPr>
          </w:p>
          <w:p w:rsidR="00226BA4" w:rsidRPr="00B870B0" w:rsidRDefault="00226BA4" w:rsidP="00EA3299">
            <w:pPr>
              <w:pStyle w:val="BodyText"/>
              <w:spacing w:line="240" w:lineRule="auto"/>
              <w:contextualSpacing/>
              <w:rPr>
                <w:rFonts w:ascii="Architect" w:hAnsi="Architect"/>
                <w:color w:val="000000"/>
                <w:sz w:val="20"/>
              </w:rPr>
            </w:pPr>
            <w:r w:rsidRPr="00B870B0">
              <w:rPr>
                <w:rFonts w:ascii="Architect" w:hAnsi="Architect"/>
                <w:color w:val="000000"/>
                <w:sz w:val="20"/>
              </w:rPr>
              <w:br/>
            </w:r>
          </w:p>
          <w:p w:rsidR="00226BA4" w:rsidRPr="00B870B0" w:rsidRDefault="00226BA4" w:rsidP="00EA3299">
            <w:pPr>
              <w:pStyle w:val="BodyText"/>
              <w:numPr>
                <w:ilvl w:val="0"/>
                <w:numId w:val="1"/>
              </w:numPr>
              <w:spacing w:line="240" w:lineRule="auto"/>
              <w:contextualSpacing/>
              <w:rPr>
                <w:rFonts w:ascii="Architect" w:hAnsi="Architect"/>
                <w:color w:val="000000"/>
                <w:sz w:val="20"/>
              </w:rPr>
            </w:pPr>
            <w:r w:rsidRPr="00B870B0">
              <w:rPr>
                <w:rFonts w:ascii="Architect" w:hAnsi="Architect"/>
                <w:color w:val="000000"/>
                <w:sz w:val="20"/>
              </w:rPr>
              <w:t>List “big idea” conceptual questions the teacher will use to encourage and/or focus students’ exploration</w:t>
            </w:r>
          </w:p>
        </w:tc>
        <w:tc>
          <w:tcPr>
            <w:tcW w:w="8370" w:type="dxa"/>
          </w:tcPr>
          <w:p w:rsidR="00226BA4" w:rsidRPr="00B870B0" w:rsidRDefault="00226BA4" w:rsidP="00C02136">
            <w:pPr>
              <w:contextualSpacing/>
              <w:rPr>
                <w:rFonts w:ascii="Architect" w:hAnsi="Architect"/>
                <w:color w:val="000000"/>
                <w:sz w:val="20"/>
                <w:szCs w:val="20"/>
              </w:rPr>
            </w:pPr>
            <w:r w:rsidRPr="00B870B0">
              <w:rPr>
                <w:rFonts w:ascii="Architect" w:hAnsi="Architect"/>
                <w:color w:val="000000"/>
                <w:sz w:val="20"/>
                <w:szCs w:val="20"/>
              </w:rPr>
              <w:t>Present one or more numerical/variable expressions including multiple operations and ask students to determine a number that they believe is the same as the given expression and to write that value on an index to be handed to the teacher</w:t>
            </w:r>
          </w:p>
          <w:p w:rsidR="00226BA4" w:rsidRPr="00B870B0" w:rsidRDefault="00226BA4" w:rsidP="00C02136">
            <w:pPr>
              <w:contextualSpacing/>
              <w:rPr>
                <w:rFonts w:ascii="Architect" w:hAnsi="Architect"/>
                <w:b/>
                <w:color w:val="000000"/>
                <w:sz w:val="20"/>
                <w:szCs w:val="20"/>
              </w:rPr>
            </w:pPr>
            <w:r w:rsidRPr="00B870B0">
              <w:rPr>
                <w:rFonts w:ascii="Architect" w:hAnsi="Architect"/>
                <w:b/>
                <w:color w:val="000000"/>
                <w:sz w:val="20"/>
                <w:szCs w:val="20"/>
              </w:rPr>
              <w:t xml:space="preserve">Simplify  14 – 6 x 4 – 2 (20 </w:t>
            </w:r>
            <w:r w:rsidRPr="00B870B0">
              <w:rPr>
                <w:rFonts w:ascii="Architect" w:hAnsi="Architect"/>
                <w:b/>
                <w:color w:val="000000"/>
                <w:sz w:val="20"/>
                <w:szCs w:val="20"/>
              </w:rPr>
              <w:sym w:font="Symbol" w:char="F0B8"/>
            </w:r>
            <w:r w:rsidRPr="00B870B0">
              <w:rPr>
                <w:rFonts w:ascii="Architect" w:hAnsi="Architect"/>
                <w:b/>
                <w:color w:val="000000"/>
                <w:sz w:val="20"/>
                <w:szCs w:val="20"/>
              </w:rPr>
              <w:t xml:space="preserve"> 5 – 1)            Evaluate 5ab</w:t>
            </w:r>
            <w:r w:rsidRPr="00B870B0">
              <w:rPr>
                <w:rFonts w:ascii="Architect" w:hAnsi="Architect"/>
                <w:b/>
                <w:color w:val="000000"/>
                <w:sz w:val="20"/>
                <w:szCs w:val="20"/>
                <w:vertAlign w:val="superscript"/>
              </w:rPr>
              <w:t>2</w:t>
            </w:r>
            <w:r w:rsidRPr="00B870B0">
              <w:rPr>
                <w:rFonts w:ascii="Architect" w:hAnsi="Architect"/>
                <w:b/>
                <w:color w:val="000000"/>
                <w:sz w:val="20"/>
                <w:szCs w:val="20"/>
              </w:rPr>
              <w:t xml:space="preserve"> – 4a/2 + b when a = 12 and b = 4</w:t>
            </w:r>
          </w:p>
          <w:p w:rsidR="00226BA4" w:rsidRPr="00B870B0" w:rsidRDefault="00226BA4" w:rsidP="00C02136">
            <w:pPr>
              <w:contextualSpacing/>
              <w:rPr>
                <w:rFonts w:ascii="Architect" w:hAnsi="Architect"/>
                <w:color w:val="000000"/>
                <w:sz w:val="20"/>
                <w:szCs w:val="20"/>
              </w:rPr>
            </w:pPr>
            <w:r w:rsidRPr="00B870B0">
              <w:rPr>
                <w:rFonts w:ascii="Architect" w:hAnsi="Architect"/>
                <w:color w:val="000000"/>
                <w:sz w:val="20"/>
                <w:szCs w:val="20"/>
              </w:rPr>
              <w:t xml:space="preserve">Before you begin as a class to look at the values, </w:t>
            </w:r>
            <w:r w:rsidRPr="00B870B0">
              <w:rPr>
                <w:rFonts w:ascii="Architect" w:hAnsi="Architect"/>
                <w:b/>
                <w:color w:val="000000"/>
                <w:sz w:val="20"/>
                <w:szCs w:val="20"/>
              </w:rPr>
              <w:t xml:space="preserve">(HOT) </w:t>
            </w:r>
            <w:r w:rsidRPr="00B870B0">
              <w:rPr>
                <w:rFonts w:ascii="Architect" w:hAnsi="Architect"/>
                <w:color w:val="000000"/>
                <w:sz w:val="20"/>
                <w:szCs w:val="20"/>
              </w:rPr>
              <w:t xml:space="preserve">ask students to make observations (record their observations on the board) about each expression one at a time and to make comparisons between them. </w:t>
            </w:r>
            <w:r w:rsidRPr="00B870B0">
              <w:rPr>
                <w:rFonts w:ascii="Architect" w:hAnsi="Architect"/>
                <w:b/>
                <w:color w:val="000000"/>
                <w:sz w:val="20"/>
                <w:szCs w:val="20"/>
              </w:rPr>
              <w:t xml:space="preserve">(CQ) </w:t>
            </w:r>
            <w:r w:rsidRPr="00B870B0">
              <w:rPr>
                <w:rFonts w:ascii="Architect" w:hAnsi="Architect"/>
                <w:color w:val="000000"/>
                <w:sz w:val="20"/>
                <w:szCs w:val="20"/>
              </w:rPr>
              <w:t>Can they identify which is called a numerical expression and which is called a variable (algebraic) expression?</w:t>
            </w:r>
          </w:p>
          <w:p w:rsidR="00226BA4" w:rsidRPr="00B870B0" w:rsidRDefault="00226BA4" w:rsidP="00C02136">
            <w:pPr>
              <w:contextualSpacing/>
              <w:rPr>
                <w:rFonts w:ascii="Architect" w:hAnsi="Architect"/>
                <w:color w:val="000000"/>
                <w:sz w:val="20"/>
                <w:szCs w:val="20"/>
              </w:rPr>
            </w:pPr>
            <w:r w:rsidRPr="00B870B0">
              <w:rPr>
                <w:rFonts w:ascii="Architect" w:hAnsi="Architect"/>
                <w:color w:val="000000"/>
                <w:sz w:val="20"/>
                <w:szCs w:val="20"/>
              </w:rPr>
              <w:t>List class members’ values on the board. In case all the answers are correct, have a few cards ready with answers gained by incorrect order of operations so you can indicate the importance of all using the same “conventions” or order of operations. Ask volunteers to show how the value might be different depending upon which operation is performed first, second, third, etc.</w:t>
            </w:r>
          </w:p>
          <w:p w:rsidR="00226BA4" w:rsidRPr="00B870B0" w:rsidRDefault="00226BA4" w:rsidP="00F15BE2">
            <w:pPr>
              <w:contextualSpacing/>
              <w:rPr>
                <w:rFonts w:ascii="Architect" w:hAnsi="Architect"/>
                <w:color w:val="000000"/>
                <w:sz w:val="20"/>
                <w:szCs w:val="20"/>
              </w:rPr>
            </w:pPr>
            <w:r w:rsidRPr="00B870B0">
              <w:rPr>
                <w:rFonts w:ascii="Architect" w:hAnsi="Architect"/>
                <w:b/>
                <w:color w:val="000000"/>
                <w:sz w:val="20"/>
                <w:szCs w:val="20"/>
              </w:rPr>
              <w:t xml:space="preserve">(CQ) </w:t>
            </w:r>
            <w:r w:rsidRPr="00B870B0">
              <w:rPr>
                <w:rFonts w:ascii="Architect" w:hAnsi="Architect"/>
                <w:color w:val="000000"/>
                <w:sz w:val="20"/>
                <w:szCs w:val="20"/>
              </w:rPr>
              <w:t>Conclude with the question: Which one is correct?</w:t>
            </w:r>
          </w:p>
          <w:p w:rsidR="00226BA4" w:rsidRPr="00B870B0" w:rsidRDefault="00226BA4" w:rsidP="00F15BE2">
            <w:pPr>
              <w:contextualSpacing/>
              <w:rPr>
                <w:rFonts w:ascii="Architect" w:hAnsi="Architect"/>
                <w:color w:val="000000"/>
                <w:sz w:val="20"/>
                <w:szCs w:val="20"/>
              </w:rPr>
            </w:pP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 xml:space="preserve">Students have some experience with order of operations. Ask students what order of operation rules they already know. Generate a list on the board.  </w:t>
            </w:r>
          </w:p>
          <w:p w:rsidR="00226BA4" w:rsidRPr="00B870B0" w:rsidRDefault="00226BA4" w:rsidP="00F15BE2">
            <w:pPr>
              <w:contextualSpacing/>
              <w:rPr>
                <w:rFonts w:ascii="Architect" w:hAnsi="Architect"/>
                <w:color w:val="000000"/>
                <w:sz w:val="20"/>
                <w:szCs w:val="20"/>
              </w:rPr>
            </w:pPr>
          </w:p>
          <w:p w:rsidR="00226BA4" w:rsidRPr="00B870B0" w:rsidRDefault="00226BA4" w:rsidP="00F15BE2">
            <w:pPr>
              <w:contextualSpacing/>
              <w:rPr>
                <w:rFonts w:ascii="Architect" w:hAnsi="Architect"/>
                <w:color w:val="000000"/>
                <w:sz w:val="20"/>
                <w:szCs w:val="20"/>
              </w:rPr>
            </w:pPr>
          </w:p>
          <w:p w:rsidR="00226BA4" w:rsidRPr="00B870B0" w:rsidRDefault="00226BA4" w:rsidP="00C02136">
            <w:pPr>
              <w:contextualSpacing/>
              <w:rPr>
                <w:rFonts w:ascii="Architect" w:hAnsi="Architect"/>
                <w:color w:val="000000"/>
                <w:sz w:val="20"/>
                <w:szCs w:val="20"/>
              </w:rPr>
            </w:pPr>
            <w:r w:rsidRPr="00B870B0">
              <w:rPr>
                <w:rFonts w:ascii="Architect" w:hAnsi="Architect"/>
                <w:b/>
                <w:color w:val="000000"/>
                <w:sz w:val="20"/>
                <w:szCs w:val="20"/>
              </w:rPr>
              <w:t xml:space="preserve">(CQ) </w:t>
            </w:r>
            <w:r w:rsidRPr="00B870B0">
              <w:rPr>
                <w:rFonts w:ascii="Architect" w:hAnsi="Architect"/>
                <w:color w:val="000000"/>
                <w:sz w:val="20"/>
                <w:szCs w:val="20"/>
              </w:rPr>
              <w:t>Ask: What about those expressions we have discussed is confusing to you?  What do you see in this expression that isn’t covered by the rules we already know?  Generate a list of issues not addressed by rules they already know (e.g. unknown operation symbols; grouping symbols; exponents; change in symbols to accommodate a variable changed to a numeral (substitution), etc.)</w:t>
            </w:r>
          </w:p>
          <w:p w:rsidR="00226BA4" w:rsidRPr="00B870B0" w:rsidRDefault="00226BA4" w:rsidP="00F15BE2">
            <w:pPr>
              <w:contextualSpacing/>
              <w:rPr>
                <w:rFonts w:ascii="Architect" w:hAnsi="Architect"/>
                <w:color w:val="000000"/>
                <w:sz w:val="20"/>
                <w:szCs w:val="20"/>
              </w:rPr>
            </w:pPr>
          </w:p>
          <w:p w:rsidR="00226BA4" w:rsidRPr="00B870B0" w:rsidRDefault="00226BA4" w:rsidP="00A72400">
            <w:pPr>
              <w:contextualSpacing/>
              <w:rPr>
                <w:rFonts w:ascii="Architect" w:hAnsi="Architect"/>
                <w:color w:val="000000"/>
                <w:sz w:val="20"/>
                <w:szCs w:val="20"/>
              </w:rPr>
            </w:pPr>
            <w:r w:rsidRPr="00B870B0">
              <w:rPr>
                <w:rFonts w:ascii="Architect" w:hAnsi="Architect"/>
                <w:color w:val="000000"/>
                <w:sz w:val="20"/>
                <w:szCs w:val="20"/>
              </w:rPr>
              <w:t xml:space="preserve">Big Idea: We need an order of operations that is consistent so we will know what value an expression has.  </w:t>
            </w:r>
          </w:p>
          <w:p w:rsidR="00226BA4" w:rsidRPr="00B870B0" w:rsidRDefault="00226BA4" w:rsidP="00A72400">
            <w:pPr>
              <w:contextualSpacing/>
              <w:rPr>
                <w:rFonts w:ascii="Architect" w:hAnsi="Architect"/>
                <w:color w:val="000000"/>
                <w:sz w:val="20"/>
                <w:szCs w:val="20"/>
              </w:rPr>
            </w:pPr>
            <w:r w:rsidRPr="00B870B0">
              <w:rPr>
                <w:rFonts w:ascii="Architect" w:hAnsi="Architect"/>
                <w:b/>
                <w:color w:val="000000"/>
                <w:sz w:val="20"/>
                <w:szCs w:val="20"/>
              </w:rPr>
              <w:t xml:space="preserve">(CQ) </w:t>
            </w:r>
            <w:r w:rsidRPr="00B870B0">
              <w:rPr>
                <w:rFonts w:ascii="Architect" w:hAnsi="Architect"/>
                <w:color w:val="000000"/>
                <w:sz w:val="20"/>
                <w:szCs w:val="20"/>
              </w:rPr>
              <w:t>Conceptual questions embedded throughout scripted lesson.</w:t>
            </w:r>
          </w:p>
        </w:tc>
      </w:tr>
      <w:tr w:rsidR="00226BA4" w:rsidRPr="00B870B0" w:rsidTr="00A45938">
        <w:tc>
          <w:tcPr>
            <w:tcW w:w="2646" w:type="dxa"/>
          </w:tcPr>
          <w:p w:rsidR="00226BA4" w:rsidRPr="00B870B0" w:rsidRDefault="00226BA4" w:rsidP="00F15BE2">
            <w:pPr>
              <w:contextualSpacing/>
              <w:rPr>
                <w:rFonts w:ascii="Architect" w:hAnsi="Architect"/>
                <w:b/>
                <w:color w:val="000000"/>
                <w:sz w:val="20"/>
                <w:szCs w:val="20"/>
              </w:rPr>
            </w:pPr>
            <w:r w:rsidRPr="00B870B0">
              <w:rPr>
                <w:rFonts w:ascii="Architect" w:hAnsi="Architect"/>
                <w:b/>
                <w:color w:val="000000"/>
                <w:sz w:val="20"/>
                <w:szCs w:val="20"/>
              </w:rPr>
              <w:t>EXPLANATION</w:t>
            </w:r>
          </w:p>
          <w:p w:rsidR="00226BA4" w:rsidRPr="00B870B0" w:rsidRDefault="00226BA4" w:rsidP="00EA3299">
            <w:pPr>
              <w:pStyle w:val="BodyText"/>
              <w:numPr>
                <w:ilvl w:val="0"/>
                <w:numId w:val="1"/>
              </w:numPr>
              <w:spacing w:line="240" w:lineRule="auto"/>
              <w:contextualSpacing/>
              <w:rPr>
                <w:rFonts w:ascii="Architect" w:hAnsi="Architect"/>
                <w:color w:val="000000"/>
                <w:sz w:val="20"/>
              </w:rPr>
            </w:pPr>
            <w:r w:rsidRPr="00B870B0">
              <w:rPr>
                <w:rFonts w:ascii="Architect" w:hAnsi="Architect"/>
                <w:color w:val="000000"/>
                <w:sz w:val="20"/>
              </w:rPr>
              <w:t xml:space="preserve">Student explanations should precede introduction of terms or explanations by the teacher. </w:t>
            </w:r>
          </w:p>
          <w:p w:rsidR="00226BA4" w:rsidRPr="00B870B0" w:rsidRDefault="00226BA4" w:rsidP="00EA3299">
            <w:pPr>
              <w:pStyle w:val="BodyText"/>
              <w:numPr>
                <w:ilvl w:val="0"/>
                <w:numId w:val="1"/>
              </w:numPr>
              <w:spacing w:line="240" w:lineRule="auto"/>
              <w:contextualSpacing/>
              <w:rPr>
                <w:rFonts w:ascii="Architect" w:hAnsi="Architect"/>
                <w:color w:val="000000"/>
                <w:sz w:val="20"/>
              </w:rPr>
            </w:pPr>
            <w:r w:rsidRPr="00B870B0">
              <w:rPr>
                <w:rFonts w:ascii="Architect" w:hAnsi="Architect"/>
                <w:color w:val="000000"/>
                <w:sz w:val="20"/>
              </w:rPr>
              <w:t xml:space="preserve">What questions or techniques will the teacher use to help students connect their exploration to the concept under examination? </w:t>
            </w:r>
          </w:p>
          <w:p w:rsidR="00226BA4" w:rsidRPr="00B870B0" w:rsidRDefault="00226BA4" w:rsidP="00EA3299">
            <w:pPr>
              <w:pStyle w:val="BodyText"/>
              <w:numPr>
                <w:ilvl w:val="0"/>
                <w:numId w:val="1"/>
              </w:numPr>
              <w:spacing w:line="240" w:lineRule="auto"/>
              <w:contextualSpacing/>
              <w:rPr>
                <w:rFonts w:ascii="Architect" w:hAnsi="Architect"/>
                <w:color w:val="000000"/>
                <w:sz w:val="20"/>
              </w:rPr>
            </w:pPr>
            <w:r w:rsidRPr="00B870B0">
              <w:rPr>
                <w:rFonts w:ascii="Architect" w:hAnsi="Architect"/>
                <w:color w:val="000000"/>
                <w:sz w:val="20"/>
              </w:rPr>
              <w:t xml:space="preserve">List higher order thinking </w:t>
            </w:r>
            <w:r w:rsidRPr="00B870B0">
              <w:rPr>
                <w:rFonts w:ascii="Architect" w:hAnsi="Architect"/>
                <w:b/>
                <w:color w:val="000000"/>
                <w:sz w:val="20"/>
              </w:rPr>
              <w:t>(HOT)</w:t>
            </w:r>
            <w:r w:rsidRPr="00B870B0">
              <w:rPr>
                <w:rFonts w:ascii="Architect" w:hAnsi="Architect"/>
                <w:color w:val="000000"/>
                <w:sz w:val="20"/>
              </w:rPr>
              <w:t xml:space="preserve"> questions which teachers will use to solicit </w:t>
            </w:r>
            <w:r w:rsidRPr="00B870B0">
              <w:rPr>
                <w:rFonts w:ascii="Architect" w:hAnsi="Architect"/>
                <w:i/>
                <w:color w:val="000000"/>
                <w:sz w:val="20"/>
              </w:rPr>
              <w:t>student</w:t>
            </w:r>
            <w:r w:rsidRPr="00B870B0">
              <w:rPr>
                <w:rFonts w:ascii="Architect" w:hAnsi="Architect"/>
                <w:color w:val="000000"/>
                <w:sz w:val="20"/>
              </w:rPr>
              <w:t xml:space="preserve"> explanations and help them to justify their explanations.</w:t>
            </w:r>
          </w:p>
          <w:p w:rsidR="00226BA4" w:rsidRPr="00B870B0" w:rsidRDefault="00226BA4" w:rsidP="00F15BE2">
            <w:pPr>
              <w:contextualSpacing/>
              <w:rPr>
                <w:rFonts w:ascii="Architect" w:hAnsi="Architect"/>
                <w:b/>
                <w:color w:val="000000"/>
                <w:sz w:val="20"/>
                <w:szCs w:val="20"/>
              </w:rPr>
            </w:pPr>
          </w:p>
        </w:tc>
        <w:tc>
          <w:tcPr>
            <w:tcW w:w="8370" w:type="dxa"/>
          </w:tcPr>
          <w:p w:rsidR="00226BA4" w:rsidRPr="00B870B0" w:rsidRDefault="00226BA4" w:rsidP="003D4DA5">
            <w:pPr>
              <w:rPr>
                <w:rFonts w:ascii="Architect" w:hAnsi="Architect"/>
                <w:color w:val="000000"/>
                <w:sz w:val="20"/>
                <w:szCs w:val="20"/>
              </w:rPr>
            </w:pPr>
            <w:r w:rsidRPr="00B870B0">
              <w:rPr>
                <w:rFonts w:ascii="Architect" w:hAnsi="Architect"/>
                <w:b/>
                <w:color w:val="000000"/>
                <w:sz w:val="20"/>
                <w:szCs w:val="20"/>
              </w:rPr>
              <w:t xml:space="preserve">(CQ)  </w:t>
            </w:r>
            <w:r w:rsidRPr="00B870B0">
              <w:rPr>
                <w:rFonts w:ascii="Architect" w:hAnsi="Architect"/>
                <w:color w:val="000000"/>
                <w:sz w:val="20"/>
                <w:szCs w:val="20"/>
              </w:rPr>
              <w:t xml:space="preserve">Ask students to explain their understanding of terms: </w:t>
            </w:r>
            <w:r w:rsidRPr="00B870B0">
              <w:rPr>
                <w:rFonts w:ascii="Architect" w:hAnsi="Architect"/>
                <w:b/>
                <w:color w:val="000000"/>
                <w:sz w:val="20"/>
                <w:szCs w:val="20"/>
              </w:rPr>
              <w:t>evaluate, simplify</w:t>
            </w:r>
            <w:r w:rsidRPr="00B870B0">
              <w:rPr>
                <w:rFonts w:ascii="Architect" w:hAnsi="Architect"/>
                <w:color w:val="000000"/>
                <w:sz w:val="20"/>
                <w:szCs w:val="20"/>
              </w:rPr>
              <w:t xml:space="preserve">. </w:t>
            </w:r>
          </w:p>
          <w:p w:rsidR="00226BA4" w:rsidRPr="00B870B0" w:rsidRDefault="00226BA4" w:rsidP="003D4DA5">
            <w:pPr>
              <w:rPr>
                <w:rFonts w:ascii="Architect" w:hAnsi="Architect"/>
                <w:color w:val="000000"/>
                <w:sz w:val="20"/>
                <w:szCs w:val="20"/>
              </w:rPr>
            </w:pPr>
            <w:r w:rsidRPr="00B870B0">
              <w:rPr>
                <w:rFonts w:ascii="Architect" w:hAnsi="Architect"/>
                <w:b/>
                <w:color w:val="000000"/>
                <w:sz w:val="20"/>
                <w:szCs w:val="20"/>
              </w:rPr>
              <w:t>(HOT)</w:t>
            </w:r>
            <w:r w:rsidRPr="00B870B0">
              <w:rPr>
                <w:rFonts w:ascii="Architect" w:hAnsi="Architect"/>
                <w:color w:val="000000"/>
                <w:sz w:val="20"/>
                <w:szCs w:val="20"/>
              </w:rPr>
              <w:t xml:space="preserve"> Generalize common notions.</w:t>
            </w:r>
          </w:p>
          <w:p w:rsidR="00226BA4" w:rsidRPr="00B870B0" w:rsidRDefault="00226BA4" w:rsidP="00FE7680">
            <w:pPr>
              <w:contextualSpacing/>
              <w:rPr>
                <w:rFonts w:ascii="Architect" w:hAnsi="Architect"/>
                <w:color w:val="000000"/>
                <w:sz w:val="20"/>
                <w:szCs w:val="20"/>
              </w:rPr>
            </w:pPr>
          </w:p>
          <w:p w:rsidR="00226BA4" w:rsidRPr="00B870B0" w:rsidRDefault="00226BA4" w:rsidP="00FE7680">
            <w:pPr>
              <w:contextualSpacing/>
              <w:rPr>
                <w:rFonts w:ascii="Architect" w:hAnsi="Architect"/>
                <w:color w:val="000000"/>
                <w:sz w:val="20"/>
                <w:szCs w:val="20"/>
              </w:rPr>
            </w:pPr>
            <w:r w:rsidRPr="00B870B0">
              <w:rPr>
                <w:rFonts w:ascii="Architect" w:hAnsi="Architect"/>
                <w:color w:val="000000"/>
                <w:sz w:val="20"/>
                <w:szCs w:val="20"/>
              </w:rPr>
              <w:t xml:space="preserve">Revisit problems: </w:t>
            </w:r>
          </w:p>
          <w:p w:rsidR="00226BA4" w:rsidRPr="00B870B0" w:rsidRDefault="00226BA4" w:rsidP="00FE7680">
            <w:pPr>
              <w:contextualSpacing/>
              <w:rPr>
                <w:rFonts w:ascii="Architect" w:hAnsi="Architect"/>
                <w:color w:val="000000"/>
                <w:sz w:val="20"/>
                <w:szCs w:val="20"/>
              </w:rPr>
            </w:pPr>
            <w:r w:rsidRPr="00B870B0">
              <w:rPr>
                <w:rFonts w:ascii="Architect" w:hAnsi="Architect"/>
                <w:color w:val="000000"/>
                <w:sz w:val="20"/>
                <w:szCs w:val="20"/>
              </w:rPr>
              <w:t>Simplify 14 – 6x4-2(20</w:t>
            </w:r>
            <w:r w:rsidRPr="00B870B0">
              <w:rPr>
                <w:rFonts w:ascii="Architect" w:hAnsi="Architect"/>
                <w:color w:val="000000"/>
                <w:sz w:val="20"/>
                <w:szCs w:val="20"/>
              </w:rPr>
              <w:sym w:font="Symbol" w:char="F0B8"/>
            </w:r>
            <w:r w:rsidRPr="00B870B0">
              <w:rPr>
                <w:rFonts w:ascii="Architect" w:hAnsi="Architect"/>
                <w:color w:val="000000"/>
                <w:sz w:val="20"/>
                <w:szCs w:val="20"/>
              </w:rPr>
              <w:t xml:space="preserve">5-1)           </w:t>
            </w:r>
          </w:p>
          <w:p w:rsidR="00226BA4" w:rsidRPr="00B870B0" w:rsidRDefault="00226BA4" w:rsidP="00FE7680">
            <w:pPr>
              <w:contextualSpacing/>
              <w:rPr>
                <w:rFonts w:ascii="Architect" w:hAnsi="Architect"/>
                <w:color w:val="000000"/>
                <w:sz w:val="20"/>
                <w:szCs w:val="20"/>
              </w:rPr>
            </w:pPr>
            <w:r w:rsidRPr="00B870B0">
              <w:rPr>
                <w:rFonts w:ascii="Architect" w:hAnsi="Architect"/>
                <w:color w:val="000000"/>
                <w:sz w:val="20"/>
                <w:szCs w:val="20"/>
              </w:rPr>
              <w:t>Evaluate 5ab</w:t>
            </w:r>
            <w:r w:rsidRPr="00B870B0">
              <w:rPr>
                <w:rFonts w:ascii="Architect" w:hAnsi="Architect"/>
                <w:color w:val="000000"/>
                <w:sz w:val="20"/>
                <w:szCs w:val="20"/>
                <w:vertAlign w:val="superscript"/>
              </w:rPr>
              <w:t>2</w:t>
            </w:r>
            <w:r w:rsidRPr="00B870B0">
              <w:rPr>
                <w:rFonts w:ascii="Architect" w:hAnsi="Architect"/>
                <w:color w:val="000000"/>
                <w:sz w:val="20"/>
                <w:szCs w:val="20"/>
              </w:rPr>
              <w:t xml:space="preserve"> – 4a/2 + b when a = 12 and b = 4</w:t>
            </w:r>
          </w:p>
          <w:p w:rsidR="00226BA4" w:rsidRPr="00B870B0" w:rsidRDefault="00226BA4" w:rsidP="00F15BE2">
            <w:pPr>
              <w:contextualSpacing/>
              <w:rPr>
                <w:rFonts w:ascii="Architect" w:hAnsi="Architect"/>
                <w:color w:val="000000"/>
                <w:sz w:val="20"/>
                <w:szCs w:val="20"/>
              </w:rPr>
            </w:pPr>
          </w:p>
          <w:p w:rsidR="00226BA4" w:rsidRPr="00B870B0" w:rsidRDefault="00226BA4" w:rsidP="00C02136">
            <w:pPr>
              <w:contextualSpacing/>
              <w:rPr>
                <w:rFonts w:ascii="Architect" w:hAnsi="Architect"/>
                <w:color w:val="000000"/>
                <w:sz w:val="20"/>
                <w:szCs w:val="20"/>
              </w:rPr>
            </w:pPr>
            <w:r w:rsidRPr="00B870B0">
              <w:rPr>
                <w:rFonts w:ascii="Architect" w:hAnsi="Architect"/>
                <w:color w:val="000000"/>
                <w:sz w:val="20"/>
                <w:szCs w:val="20"/>
              </w:rPr>
              <w:t>Deal with identified issues: unknown operation symbols; grouping symbols; exponents; change in symbols to accommodate a variable changed to a numeral (substitution), etc.</w:t>
            </w:r>
          </w:p>
          <w:p w:rsidR="00226BA4" w:rsidRPr="00B870B0" w:rsidRDefault="00226BA4" w:rsidP="00F15BE2">
            <w:pPr>
              <w:contextualSpacing/>
              <w:rPr>
                <w:rFonts w:ascii="Architect" w:hAnsi="Architect"/>
                <w:color w:val="000000"/>
                <w:sz w:val="20"/>
                <w:szCs w:val="20"/>
              </w:rPr>
            </w:pPr>
            <w:r w:rsidRPr="00B870B0">
              <w:rPr>
                <w:rFonts w:ascii="Architect" w:hAnsi="Architect"/>
                <w:b/>
                <w:color w:val="000000"/>
                <w:sz w:val="20"/>
                <w:szCs w:val="20"/>
              </w:rPr>
              <w:t>(HOT)</w:t>
            </w:r>
            <w:r w:rsidRPr="00B870B0">
              <w:rPr>
                <w:rFonts w:ascii="Architect" w:hAnsi="Architect"/>
                <w:color w:val="000000"/>
                <w:sz w:val="20"/>
                <w:szCs w:val="20"/>
              </w:rPr>
              <w:t xml:space="preserve"> Are there some “implied instructions” as discovered when making the jelly sandwich to operations implied by mathematical notation (i.e. m/5 means m x 1/5 or m</w:t>
            </w:r>
            <w:r w:rsidRPr="00B870B0">
              <w:rPr>
                <w:rFonts w:ascii="Architect" w:hAnsi="Architect"/>
                <w:color w:val="000000"/>
                <w:sz w:val="20"/>
                <w:szCs w:val="20"/>
              </w:rPr>
              <w:sym w:font="Symbol" w:char="F0B8"/>
            </w:r>
            <w:r w:rsidRPr="00B870B0">
              <w:rPr>
                <w:rFonts w:ascii="Architect" w:hAnsi="Architect"/>
                <w:color w:val="000000"/>
                <w:sz w:val="20"/>
                <w:szCs w:val="20"/>
              </w:rPr>
              <w:t xml:space="preserve">5; implied multiplication: 3n means 3 times n and the number in a position like 3 is called a </w:t>
            </w:r>
            <w:r w:rsidRPr="00B870B0">
              <w:rPr>
                <w:rFonts w:ascii="Architect" w:hAnsi="Architect"/>
                <w:b/>
                <w:color w:val="000000"/>
                <w:sz w:val="20"/>
                <w:szCs w:val="20"/>
              </w:rPr>
              <w:t>numerical coefficient</w:t>
            </w:r>
            <w:r w:rsidRPr="00B870B0">
              <w:rPr>
                <w:rFonts w:ascii="Architect" w:hAnsi="Architect"/>
                <w:color w:val="000000"/>
                <w:sz w:val="20"/>
                <w:szCs w:val="20"/>
              </w:rPr>
              <w:t>; (4)(5) means 4 x 5) and “conventions” (i.e. writing coefficients before variables in a term, writing variable factors in alphabetical order.)</w:t>
            </w:r>
          </w:p>
          <w:p w:rsidR="00226BA4" w:rsidRPr="00B870B0" w:rsidRDefault="00226BA4" w:rsidP="00F15BE2">
            <w:pPr>
              <w:contextualSpacing/>
              <w:rPr>
                <w:rFonts w:ascii="Architect" w:hAnsi="Architect"/>
                <w:color w:val="000000"/>
                <w:sz w:val="20"/>
                <w:szCs w:val="20"/>
              </w:rPr>
            </w:pPr>
          </w:p>
          <w:p w:rsidR="00226BA4" w:rsidRPr="00B870B0" w:rsidRDefault="00226BA4" w:rsidP="00C02136">
            <w:pPr>
              <w:contextualSpacing/>
              <w:rPr>
                <w:rFonts w:ascii="Architect" w:hAnsi="Architect"/>
                <w:color w:val="000000"/>
                <w:sz w:val="20"/>
                <w:szCs w:val="20"/>
              </w:rPr>
            </w:pPr>
            <w:r w:rsidRPr="00B870B0">
              <w:rPr>
                <w:rFonts w:ascii="Architect" w:hAnsi="Architect"/>
                <w:b/>
                <w:color w:val="000000"/>
                <w:sz w:val="20"/>
                <w:szCs w:val="20"/>
              </w:rPr>
              <w:t>(HOT)</w:t>
            </w:r>
            <w:r w:rsidRPr="00B870B0">
              <w:rPr>
                <w:rFonts w:ascii="Architect" w:hAnsi="Architect"/>
                <w:color w:val="000000"/>
                <w:sz w:val="20"/>
                <w:szCs w:val="20"/>
              </w:rPr>
              <w:t xml:space="preserve">: Summarize: What can we change or add to our (student generated) ‘order of operations list’ to establish a comprehensive set of rules? </w:t>
            </w:r>
          </w:p>
          <w:p w:rsidR="00226BA4" w:rsidRPr="00B870B0" w:rsidRDefault="00226BA4" w:rsidP="00C02136">
            <w:pPr>
              <w:contextualSpacing/>
              <w:rPr>
                <w:rFonts w:ascii="Architect" w:hAnsi="Architect"/>
                <w:color w:val="000000"/>
                <w:sz w:val="20"/>
                <w:szCs w:val="20"/>
              </w:rPr>
            </w:pPr>
            <w:r w:rsidRPr="00B870B0">
              <w:rPr>
                <w:rFonts w:ascii="Architect" w:hAnsi="Architect"/>
                <w:b/>
                <w:color w:val="000000"/>
                <w:sz w:val="20"/>
                <w:szCs w:val="20"/>
              </w:rPr>
              <w:t>(HOT)</w:t>
            </w:r>
            <w:r w:rsidRPr="00B870B0">
              <w:rPr>
                <w:rFonts w:ascii="Architect" w:hAnsi="Architect"/>
                <w:color w:val="000000"/>
                <w:sz w:val="20"/>
                <w:szCs w:val="20"/>
              </w:rPr>
              <w:t xml:space="preserve"> Ask students for suggestions to refine order of operations </w:t>
            </w:r>
            <w:r w:rsidRPr="00B870B0">
              <w:rPr>
                <w:rFonts w:ascii="Architect" w:hAnsi="Architect"/>
                <w:b/>
                <w:color w:val="000000"/>
                <w:sz w:val="20"/>
                <w:szCs w:val="20"/>
              </w:rPr>
              <w:t>graphic</w:t>
            </w:r>
            <w:r w:rsidRPr="00B870B0">
              <w:rPr>
                <w:rFonts w:ascii="Architect" w:hAnsi="Architect"/>
                <w:color w:val="000000"/>
                <w:sz w:val="20"/>
                <w:szCs w:val="20"/>
              </w:rPr>
              <w:t>.</w:t>
            </w: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Apply caution when students say PEMDAS: identify and clarify issues inherent in the PEMDAS acronym for order of operations. Immediately use established order of operations to simplify the given expressions to one value.</w:t>
            </w:r>
          </w:p>
          <w:p w:rsidR="00226BA4" w:rsidRPr="00B870B0" w:rsidRDefault="00226BA4" w:rsidP="00F15BE2">
            <w:pPr>
              <w:contextualSpacing/>
              <w:rPr>
                <w:rFonts w:ascii="Architect" w:hAnsi="Architect"/>
                <w:color w:val="000000"/>
                <w:sz w:val="20"/>
                <w:szCs w:val="20"/>
              </w:rPr>
            </w:pPr>
          </w:p>
          <w:p w:rsidR="00226BA4" w:rsidRPr="00B870B0" w:rsidRDefault="00226BA4" w:rsidP="00F15BE2">
            <w:pPr>
              <w:contextualSpacing/>
              <w:rPr>
                <w:rFonts w:ascii="Architect" w:hAnsi="Architect"/>
                <w:color w:val="000000"/>
                <w:sz w:val="20"/>
                <w:szCs w:val="20"/>
              </w:rPr>
            </w:pPr>
            <w:r w:rsidRPr="00B870B0">
              <w:rPr>
                <w:rFonts w:ascii="Architect" w:hAnsi="Architect"/>
                <w:b/>
                <w:color w:val="000000"/>
                <w:sz w:val="20"/>
                <w:szCs w:val="20"/>
              </w:rPr>
              <w:t xml:space="preserve">(HOT) </w:t>
            </w:r>
            <w:r w:rsidRPr="00B870B0">
              <w:rPr>
                <w:rFonts w:ascii="Architect" w:hAnsi="Architect"/>
                <w:color w:val="000000"/>
                <w:sz w:val="20"/>
                <w:szCs w:val="20"/>
              </w:rPr>
              <w:t xml:space="preserve">Develop understanding of the term </w:t>
            </w:r>
            <w:r w:rsidRPr="00B870B0">
              <w:rPr>
                <w:rFonts w:ascii="Architect" w:hAnsi="Architect"/>
                <w:b/>
                <w:color w:val="000000"/>
                <w:sz w:val="20"/>
                <w:szCs w:val="20"/>
              </w:rPr>
              <w:t>expression</w:t>
            </w:r>
            <w:r w:rsidRPr="00B870B0">
              <w:rPr>
                <w:rFonts w:ascii="Architect" w:hAnsi="Architect"/>
                <w:color w:val="000000"/>
                <w:sz w:val="20"/>
                <w:szCs w:val="20"/>
              </w:rPr>
              <w:t>. (Concept card, Math journal vocabulary page) Add new terms as identified in lesson to Word Wall and incorporate them into word wall activities. (Training Handouts)</w:t>
            </w:r>
          </w:p>
          <w:p w:rsidR="00226BA4" w:rsidRPr="00B870B0" w:rsidRDefault="00226BA4" w:rsidP="00F15BE2">
            <w:pPr>
              <w:contextualSpacing/>
              <w:rPr>
                <w:rFonts w:ascii="Architect" w:hAnsi="Architect"/>
                <w:color w:val="000000"/>
                <w:sz w:val="20"/>
                <w:szCs w:val="20"/>
              </w:rPr>
            </w:pPr>
            <w:r w:rsidRPr="00B870B0">
              <w:rPr>
                <w:rFonts w:ascii="Architect" w:hAnsi="Architect"/>
                <w:b/>
                <w:color w:val="000000"/>
                <w:sz w:val="20"/>
                <w:szCs w:val="20"/>
              </w:rPr>
              <w:t xml:space="preserve">(OE) </w:t>
            </w:r>
            <w:r w:rsidRPr="00B870B0">
              <w:rPr>
                <w:rFonts w:ascii="Architect" w:hAnsi="Architect"/>
                <w:color w:val="000000"/>
                <w:sz w:val="20"/>
                <w:szCs w:val="20"/>
              </w:rPr>
              <w:t>Student partners together on 2-3 practice problems  (from text or board) while teacher circulates.</w:t>
            </w:r>
          </w:p>
        </w:tc>
      </w:tr>
      <w:tr w:rsidR="00226BA4" w:rsidRPr="00B870B0" w:rsidTr="00A45938">
        <w:tc>
          <w:tcPr>
            <w:tcW w:w="2646" w:type="dxa"/>
          </w:tcPr>
          <w:p w:rsidR="00226BA4" w:rsidRPr="00B870B0" w:rsidRDefault="00226BA4" w:rsidP="00F15BE2">
            <w:pPr>
              <w:contextualSpacing/>
              <w:rPr>
                <w:rFonts w:ascii="Architect" w:hAnsi="Architect"/>
                <w:b/>
                <w:color w:val="000000"/>
                <w:sz w:val="20"/>
                <w:szCs w:val="20"/>
              </w:rPr>
            </w:pPr>
            <w:r w:rsidRPr="00B870B0">
              <w:rPr>
                <w:rFonts w:ascii="Architect" w:hAnsi="Architect"/>
                <w:b/>
                <w:color w:val="000000"/>
                <w:sz w:val="20"/>
                <w:szCs w:val="20"/>
              </w:rPr>
              <w:t>ELABORATION</w:t>
            </w:r>
          </w:p>
          <w:p w:rsidR="00226BA4" w:rsidRPr="00B870B0" w:rsidRDefault="00226BA4" w:rsidP="00EA3299">
            <w:pPr>
              <w:pStyle w:val="BodyText"/>
              <w:numPr>
                <w:ilvl w:val="0"/>
                <w:numId w:val="1"/>
              </w:numPr>
              <w:spacing w:line="240" w:lineRule="auto"/>
              <w:contextualSpacing/>
              <w:rPr>
                <w:rFonts w:ascii="Architect" w:hAnsi="Architect"/>
                <w:color w:val="000000"/>
                <w:sz w:val="20"/>
              </w:rPr>
            </w:pPr>
            <w:r w:rsidRPr="00B870B0">
              <w:rPr>
                <w:rFonts w:ascii="Architect" w:hAnsi="Architect"/>
                <w:color w:val="000000"/>
                <w:sz w:val="20"/>
              </w:rPr>
              <w:t>Describe how students will develop a more sophisticated understanding of the concept.</w:t>
            </w:r>
          </w:p>
          <w:p w:rsidR="00226BA4" w:rsidRPr="00B870B0" w:rsidRDefault="00226BA4" w:rsidP="00EA3299">
            <w:pPr>
              <w:pStyle w:val="BodyText"/>
              <w:numPr>
                <w:ilvl w:val="0"/>
                <w:numId w:val="1"/>
              </w:numPr>
              <w:spacing w:line="240" w:lineRule="auto"/>
              <w:contextualSpacing/>
              <w:rPr>
                <w:rFonts w:ascii="Architect" w:hAnsi="Architect"/>
                <w:color w:val="000000"/>
                <w:sz w:val="20"/>
              </w:rPr>
            </w:pPr>
            <w:r w:rsidRPr="00B870B0">
              <w:rPr>
                <w:rFonts w:ascii="Architect" w:hAnsi="Architect"/>
                <w:color w:val="000000"/>
                <w:sz w:val="20"/>
              </w:rPr>
              <w:t>What vocabulary will be introduced and how will it connect to students’ observations?</w:t>
            </w:r>
          </w:p>
          <w:p w:rsidR="00226BA4" w:rsidRPr="00B870B0" w:rsidRDefault="00226BA4" w:rsidP="00EA3299">
            <w:pPr>
              <w:pStyle w:val="BodyText"/>
              <w:numPr>
                <w:ilvl w:val="0"/>
                <w:numId w:val="1"/>
              </w:numPr>
              <w:spacing w:line="240" w:lineRule="auto"/>
              <w:contextualSpacing/>
              <w:rPr>
                <w:rFonts w:ascii="Architect" w:hAnsi="Architect"/>
                <w:color w:val="000000"/>
                <w:sz w:val="20"/>
              </w:rPr>
            </w:pPr>
            <w:r w:rsidRPr="00B870B0">
              <w:rPr>
                <w:rFonts w:ascii="Architect" w:hAnsi="Architect"/>
                <w:color w:val="000000"/>
                <w:sz w:val="20"/>
              </w:rPr>
              <w:t>How is this knowledge applied in our daily lives?</w:t>
            </w:r>
          </w:p>
          <w:p w:rsidR="00226BA4" w:rsidRPr="00B870B0" w:rsidRDefault="00226BA4" w:rsidP="00F15BE2">
            <w:pPr>
              <w:contextualSpacing/>
              <w:rPr>
                <w:rFonts w:ascii="Architect" w:hAnsi="Architect"/>
                <w:b/>
                <w:color w:val="000000"/>
                <w:sz w:val="20"/>
                <w:szCs w:val="20"/>
              </w:rPr>
            </w:pPr>
          </w:p>
          <w:p w:rsidR="00226BA4" w:rsidRPr="00B870B0" w:rsidRDefault="00226BA4" w:rsidP="00F15BE2">
            <w:pPr>
              <w:contextualSpacing/>
              <w:rPr>
                <w:rFonts w:ascii="Architect" w:hAnsi="Architect"/>
                <w:b/>
                <w:color w:val="000000"/>
                <w:sz w:val="20"/>
                <w:szCs w:val="20"/>
              </w:rPr>
            </w:pPr>
          </w:p>
          <w:p w:rsidR="00226BA4" w:rsidRPr="00B870B0" w:rsidRDefault="00226BA4" w:rsidP="00F15BE2">
            <w:pPr>
              <w:contextualSpacing/>
              <w:rPr>
                <w:rFonts w:ascii="Architect" w:hAnsi="Architect"/>
                <w:b/>
                <w:color w:val="000000"/>
                <w:sz w:val="20"/>
                <w:szCs w:val="20"/>
              </w:rPr>
            </w:pPr>
          </w:p>
        </w:tc>
        <w:tc>
          <w:tcPr>
            <w:tcW w:w="8370" w:type="dxa"/>
          </w:tcPr>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 xml:space="preserve">Training Discussion: Agree or not? “Games/competition peak student interest.” Identify PROS/CONS.  </w:t>
            </w:r>
          </w:p>
          <w:p w:rsidR="00226BA4" w:rsidRPr="00B870B0" w:rsidRDefault="00226BA4" w:rsidP="002A71B8">
            <w:pPr>
              <w:contextualSpacing/>
              <w:rPr>
                <w:rFonts w:ascii="Architect" w:hAnsi="Architect"/>
                <w:color w:val="000000"/>
                <w:sz w:val="20"/>
                <w:szCs w:val="20"/>
              </w:rPr>
            </w:pPr>
          </w:p>
          <w:p w:rsidR="00226BA4" w:rsidRPr="00B870B0" w:rsidRDefault="00226BA4" w:rsidP="002A71B8">
            <w:pPr>
              <w:contextualSpacing/>
              <w:rPr>
                <w:rFonts w:ascii="Architect" w:hAnsi="Architect"/>
                <w:color w:val="000000"/>
                <w:sz w:val="20"/>
                <w:szCs w:val="20"/>
              </w:rPr>
            </w:pPr>
            <w:r w:rsidRPr="00B870B0">
              <w:rPr>
                <w:rFonts w:ascii="Architect" w:hAnsi="Architect"/>
                <w:b/>
                <w:color w:val="000000"/>
                <w:sz w:val="20"/>
                <w:szCs w:val="20"/>
              </w:rPr>
              <w:t>(HOTS)</w:t>
            </w:r>
            <w:r w:rsidRPr="00B870B0">
              <w:rPr>
                <w:rFonts w:ascii="Architect" w:hAnsi="Architect"/>
                <w:color w:val="000000"/>
                <w:sz w:val="20"/>
                <w:szCs w:val="20"/>
              </w:rPr>
              <w:t xml:space="preserve"> These activities give students practice writing numerical expressions using math symbols. Students develop strategies.</w:t>
            </w:r>
          </w:p>
          <w:p w:rsidR="00226BA4" w:rsidRPr="00B870B0" w:rsidRDefault="00226BA4" w:rsidP="002A71B8">
            <w:pPr>
              <w:contextualSpacing/>
              <w:rPr>
                <w:rFonts w:ascii="Architect" w:hAnsi="Architect"/>
                <w:color w:val="000000"/>
                <w:sz w:val="20"/>
                <w:szCs w:val="20"/>
              </w:rPr>
            </w:pPr>
            <w:r w:rsidRPr="00B870B0">
              <w:rPr>
                <w:rFonts w:ascii="Architect" w:hAnsi="Architect"/>
                <w:b/>
                <w:color w:val="000000"/>
                <w:sz w:val="20"/>
                <w:szCs w:val="20"/>
              </w:rPr>
              <w:t xml:space="preserve">(OE) Order Please? </w:t>
            </w:r>
            <w:r w:rsidRPr="00B870B0">
              <w:rPr>
                <w:rFonts w:ascii="Architect" w:hAnsi="Architect"/>
                <w:color w:val="000000"/>
                <w:sz w:val="20"/>
                <w:szCs w:val="20"/>
              </w:rPr>
              <w:t>From TN DOE Gateway Training Manual, Phase I (Game board handout)</w:t>
            </w:r>
          </w:p>
          <w:p w:rsidR="00226BA4" w:rsidRPr="00B870B0" w:rsidRDefault="00226BA4" w:rsidP="002A71B8">
            <w:pPr>
              <w:contextualSpacing/>
              <w:rPr>
                <w:rFonts w:ascii="Architect" w:hAnsi="Architect"/>
                <w:color w:val="000000"/>
                <w:sz w:val="20"/>
                <w:szCs w:val="20"/>
              </w:rPr>
            </w:pPr>
            <w:r w:rsidRPr="00B870B0">
              <w:rPr>
                <w:rFonts w:ascii="Architect" w:hAnsi="Architect"/>
                <w:color w:val="000000"/>
                <w:sz w:val="20"/>
                <w:szCs w:val="20"/>
              </w:rPr>
              <w:t>In this activity, teams collaborate as they compete to be the first to cover four numbers in a row on a game board. Students will create a numerical expression that equals one of the numbers on the game board using a set of numbers gained from rolling three number cubes. Teams must present their CORRECTLY written and simplified expression before they can use their teams’ marker to cover a number.</w:t>
            </w:r>
          </w:p>
          <w:p w:rsidR="00226BA4" w:rsidRPr="00B870B0" w:rsidRDefault="00226BA4" w:rsidP="002A71B8">
            <w:pPr>
              <w:contextualSpacing/>
              <w:rPr>
                <w:rFonts w:ascii="Architect" w:hAnsi="Architect"/>
                <w:b/>
                <w:color w:val="000000"/>
                <w:sz w:val="20"/>
                <w:szCs w:val="20"/>
              </w:rPr>
            </w:pPr>
            <w:r w:rsidRPr="00B870B0">
              <w:rPr>
                <w:rFonts w:ascii="Architect" w:hAnsi="Architect"/>
                <w:b/>
                <w:color w:val="000000"/>
                <w:sz w:val="20"/>
                <w:szCs w:val="20"/>
              </w:rPr>
              <w:t xml:space="preserve">(OE) Target Number: construct numerical expression to compute given value or one close to it. </w:t>
            </w: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 xml:space="preserve">In this activity, students will have a target number and a set of numbers that they can use to try to hit  (or get close to) the target number.  Score on each round is the difference between target number and value of constructed expression. Lowest total score wins. (Game sheet with instructions handout.) </w:t>
            </w:r>
          </w:p>
          <w:p w:rsidR="00226BA4" w:rsidRPr="00B870B0" w:rsidRDefault="00226BA4" w:rsidP="00F15BE2">
            <w:pPr>
              <w:contextualSpacing/>
              <w:rPr>
                <w:rFonts w:ascii="Architect" w:hAnsi="Architect"/>
                <w:color w:val="000000"/>
                <w:sz w:val="20"/>
                <w:szCs w:val="20"/>
              </w:rPr>
            </w:pP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 xml:space="preserve">Notes to teacher: In both activities, choice and order of operations are student decisions. However, it is not as easy as it sounds!  Quite often students will be able to verbalize what they will do with the set of numbers to get the target number but it takes some practice for them to be able to put the symbols together so that the expression, following the order of operations, actually equals the number they intend for it to equal.  Be sure to work enough examples as a whole group before you let them play the game. If one person hits the target number very quickly, </w:t>
            </w:r>
            <w:r w:rsidRPr="00B870B0">
              <w:rPr>
                <w:rFonts w:ascii="Architect" w:hAnsi="Architect"/>
                <w:b/>
                <w:color w:val="000000"/>
                <w:sz w:val="20"/>
                <w:szCs w:val="20"/>
              </w:rPr>
              <w:t>(HOT)</w:t>
            </w:r>
            <w:r w:rsidRPr="00B870B0">
              <w:rPr>
                <w:rFonts w:ascii="Architect" w:hAnsi="Architect"/>
                <w:color w:val="000000"/>
                <w:sz w:val="20"/>
                <w:szCs w:val="20"/>
              </w:rPr>
              <w:t xml:space="preserve"> ask if students can think of other ways to hit the same target with the same set of working numbers. As they give their ideas, let them verbalize the order of operations and describe the notation they will use.  Keep working to get the expression to contain all required numbers and get close to the target number.  Emphasize that the objective of this game is to get a low score!</w:t>
            </w:r>
          </w:p>
          <w:p w:rsidR="00226BA4" w:rsidRPr="00B870B0" w:rsidRDefault="00226BA4" w:rsidP="00F15BE2">
            <w:pPr>
              <w:contextualSpacing/>
              <w:rPr>
                <w:rFonts w:ascii="Architect" w:hAnsi="Architect"/>
                <w:b/>
                <w:color w:val="000000"/>
                <w:sz w:val="20"/>
                <w:szCs w:val="20"/>
              </w:rPr>
            </w:pPr>
            <w:r w:rsidRPr="00B870B0">
              <w:rPr>
                <w:rFonts w:ascii="Architect" w:hAnsi="Architect"/>
                <w:b/>
                <w:color w:val="000000"/>
                <w:sz w:val="20"/>
                <w:szCs w:val="20"/>
              </w:rPr>
              <w:t xml:space="preserve">The following examples given in terms of the Target Numbers activity apply to both activities.  </w:t>
            </w:r>
          </w:p>
          <w:p w:rsidR="00226BA4" w:rsidRPr="00B870B0" w:rsidRDefault="00226BA4" w:rsidP="00F15BE2">
            <w:pPr>
              <w:contextualSpacing/>
              <w:rPr>
                <w:rFonts w:ascii="Architect" w:hAnsi="Architect"/>
                <w:b/>
                <w:color w:val="000000"/>
                <w:sz w:val="20"/>
                <w:szCs w:val="20"/>
              </w:rPr>
            </w:pPr>
          </w:p>
          <w:p w:rsidR="00226BA4" w:rsidRPr="00B870B0" w:rsidRDefault="00226BA4" w:rsidP="00F15BE2">
            <w:pPr>
              <w:contextualSpacing/>
              <w:rPr>
                <w:rFonts w:ascii="Architect" w:hAnsi="Architect"/>
                <w:color w:val="000000"/>
                <w:sz w:val="20"/>
                <w:szCs w:val="20"/>
              </w:rPr>
            </w:pPr>
            <w:r w:rsidRPr="00B870B0">
              <w:rPr>
                <w:rFonts w:ascii="Architect" w:hAnsi="Architect"/>
                <w:b/>
                <w:color w:val="000000"/>
                <w:sz w:val="20"/>
                <w:szCs w:val="20"/>
              </w:rPr>
              <w:t>Address the issue of getting all numbers into an expression with this example</w:t>
            </w:r>
            <w:r w:rsidRPr="00B870B0">
              <w:rPr>
                <w:rFonts w:ascii="Architect" w:hAnsi="Architect"/>
                <w:color w:val="000000"/>
                <w:sz w:val="20"/>
                <w:szCs w:val="20"/>
              </w:rPr>
              <w:t>.</w:t>
            </w:r>
          </w:p>
          <w:p w:rsidR="00226BA4" w:rsidRPr="00B870B0" w:rsidRDefault="00226BA4" w:rsidP="00F15BE2">
            <w:pPr>
              <w:contextualSpacing/>
              <w:rPr>
                <w:rFonts w:ascii="Architect" w:hAnsi="Architect"/>
                <w:color w:val="000000"/>
                <w:sz w:val="20"/>
                <w:szCs w:val="20"/>
              </w:rPr>
            </w:pPr>
            <w:r w:rsidRPr="00B870B0">
              <w:rPr>
                <w:rFonts w:ascii="Architect" w:hAnsi="Architect"/>
                <w:b/>
                <w:color w:val="000000"/>
                <w:sz w:val="20"/>
                <w:szCs w:val="20"/>
              </w:rPr>
              <w:t>Example:</w:t>
            </w:r>
            <w:r w:rsidRPr="00B870B0">
              <w:rPr>
                <w:rFonts w:ascii="Architect" w:hAnsi="Architect"/>
                <w:color w:val="000000"/>
                <w:sz w:val="20"/>
                <w:szCs w:val="20"/>
              </w:rPr>
              <w:t xml:space="preserve"> Target number = 41   Working numbers {3,3,5,2,1}</w:t>
            </w: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One way to get the 41 is to number 6 and 7, multiply them, and subtract 1 appropriately written as</w:t>
            </w: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 xml:space="preserve">(3+3)(5+2)-1 = 41 </w:t>
            </w: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 xml:space="preserve">Beginners may write 3+3=6 and 5+2 = 7 and 6x7=42 and 42-1 = 41 which is not </w:t>
            </w:r>
            <w:r w:rsidRPr="00B870B0">
              <w:rPr>
                <w:rFonts w:ascii="Architect" w:hAnsi="Architect"/>
                <w:b/>
                <w:color w:val="000000"/>
                <w:sz w:val="20"/>
                <w:szCs w:val="20"/>
              </w:rPr>
              <w:t xml:space="preserve">a numerical expression </w:t>
            </w:r>
            <w:r w:rsidRPr="00B870B0">
              <w:rPr>
                <w:rFonts w:ascii="Architect" w:hAnsi="Architect"/>
                <w:color w:val="000000"/>
                <w:sz w:val="20"/>
                <w:szCs w:val="20"/>
              </w:rPr>
              <w:t>containing all five working numbers.  You will have to help them include all five numbers and operations into one expression.</w:t>
            </w:r>
          </w:p>
          <w:p w:rsidR="00226BA4" w:rsidRPr="00B870B0" w:rsidRDefault="00226BA4" w:rsidP="00F15BE2">
            <w:pPr>
              <w:contextualSpacing/>
              <w:rPr>
                <w:rFonts w:ascii="Architect" w:hAnsi="Architect"/>
                <w:color w:val="000000"/>
                <w:sz w:val="20"/>
                <w:szCs w:val="20"/>
              </w:rPr>
            </w:pPr>
          </w:p>
          <w:p w:rsidR="00226BA4" w:rsidRPr="00B870B0" w:rsidRDefault="00226BA4" w:rsidP="00F15BE2">
            <w:pPr>
              <w:contextualSpacing/>
              <w:rPr>
                <w:rFonts w:ascii="Architect" w:hAnsi="Architect"/>
                <w:b/>
                <w:color w:val="000000"/>
                <w:sz w:val="20"/>
                <w:szCs w:val="20"/>
              </w:rPr>
            </w:pPr>
            <w:r w:rsidRPr="00B870B0">
              <w:rPr>
                <w:rFonts w:ascii="Architect" w:hAnsi="Architect"/>
                <w:b/>
                <w:color w:val="000000"/>
                <w:sz w:val="20"/>
                <w:szCs w:val="20"/>
              </w:rPr>
              <w:t>Address the issue of improper use of the = sign with this example</w:t>
            </w:r>
          </w:p>
          <w:p w:rsidR="00226BA4" w:rsidRPr="00B870B0" w:rsidRDefault="00226BA4" w:rsidP="00F15BE2">
            <w:pPr>
              <w:contextualSpacing/>
              <w:rPr>
                <w:rFonts w:ascii="Architect" w:hAnsi="Architect"/>
                <w:color w:val="000000"/>
                <w:sz w:val="20"/>
                <w:szCs w:val="20"/>
              </w:rPr>
            </w:pPr>
            <w:r w:rsidRPr="00B870B0">
              <w:rPr>
                <w:rFonts w:ascii="Architect" w:hAnsi="Architect"/>
                <w:b/>
                <w:color w:val="000000"/>
                <w:sz w:val="20"/>
                <w:szCs w:val="20"/>
              </w:rPr>
              <w:t>Example:</w:t>
            </w:r>
            <w:r w:rsidRPr="00B870B0">
              <w:rPr>
                <w:rFonts w:ascii="Architect" w:hAnsi="Architect"/>
                <w:color w:val="000000"/>
                <w:sz w:val="20"/>
                <w:szCs w:val="20"/>
              </w:rPr>
              <w:t xml:space="preserve"> Target Number = 31   Working numbers {4,3,3,3,5}</w:t>
            </w: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 xml:space="preserve">A beginner may write 3+3=6x5=30+4=34-3=31.  The operations used to put the number together are correct but </w:t>
            </w:r>
            <w:r w:rsidRPr="00B870B0">
              <w:rPr>
                <w:rFonts w:ascii="Architect" w:hAnsi="Architect"/>
                <w:b/>
                <w:color w:val="000000"/>
                <w:sz w:val="20"/>
                <w:szCs w:val="20"/>
              </w:rPr>
              <w:t>the use of the string of equals signs is not correct</w:t>
            </w:r>
            <w:r w:rsidRPr="00B870B0">
              <w:rPr>
                <w:rFonts w:ascii="Architect" w:hAnsi="Architect"/>
                <w:color w:val="000000"/>
                <w:sz w:val="20"/>
                <w:szCs w:val="20"/>
              </w:rPr>
              <w:t xml:space="preserve">.  This statement actually says that 6=30=34=31. Remind students that we have a way to circumvent the MDAS order i.e. use of parentheses.) </w:t>
            </w:r>
            <w:r w:rsidRPr="00B870B0">
              <w:rPr>
                <w:rFonts w:ascii="Architect" w:hAnsi="Architect"/>
                <w:b/>
                <w:color w:val="000000"/>
                <w:sz w:val="20"/>
                <w:szCs w:val="20"/>
              </w:rPr>
              <w:t>(HOT)</w:t>
            </w:r>
            <w:r w:rsidRPr="00B870B0">
              <w:rPr>
                <w:rFonts w:ascii="Architect" w:hAnsi="Architect"/>
                <w:color w:val="000000"/>
                <w:sz w:val="20"/>
                <w:szCs w:val="20"/>
              </w:rPr>
              <w:t xml:space="preserve"> Ask students for an improvement on plan shown in the example. </w:t>
            </w:r>
          </w:p>
          <w:p w:rsidR="00226BA4" w:rsidRPr="00B870B0" w:rsidRDefault="00226BA4" w:rsidP="00F15BE2">
            <w:pPr>
              <w:contextualSpacing/>
              <w:rPr>
                <w:rFonts w:ascii="Architect" w:hAnsi="Architect"/>
                <w:color w:val="000000"/>
                <w:sz w:val="20"/>
                <w:szCs w:val="20"/>
              </w:rPr>
            </w:pPr>
          </w:p>
          <w:p w:rsidR="00226BA4" w:rsidRPr="00B870B0" w:rsidRDefault="00226BA4" w:rsidP="00F15BE2">
            <w:pPr>
              <w:contextualSpacing/>
              <w:rPr>
                <w:rFonts w:ascii="Architect" w:hAnsi="Architect"/>
                <w:b/>
                <w:color w:val="000000"/>
                <w:sz w:val="20"/>
                <w:szCs w:val="20"/>
              </w:rPr>
            </w:pPr>
            <w:r w:rsidRPr="00B870B0">
              <w:rPr>
                <w:rFonts w:ascii="Architect" w:hAnsi="Architect"/>
                <w:b/>
                <w:color w:val="000000"/>
                <w:sz w:val="20"/>
                <w:szCs w:val="20"/>
              </w:rPr>
              <w:t>Help students develop mathematical concepts as well as strategies as they construct expressions with this example.</w:t>
            </w:r>
          </w:p>
          <w:p w:rsidR="00226BA4" w:rsidRPr="00B870B0" w:rsidRDefault="00226BA4" w:rsidP="00F15BE2">
            <w:pPr>
              <w:contextualSpacing/>
              <w:rPr>
                <w:rFonts w:ascii="Architect" w:hAnsi="Architect"/>
                <w:color w:val="000000"/>
                <w:sz w:val="20"/>
                <w:szCs w:val="20"/>
              </w:rPr>
            </w:pPr>
            <w:r w:rsidRPr="00B870B0">
              <w:rPr>
                <w:rFonts w:ascii="Architect" w:hAnsi="Architect"/>
                <w:b/>
                <w:color w:val="000000"/>
                <w:sz w:val="20"/>
                <w:szCs w:val="20"/>
              </w:rPr>
              <w:t>Example:</w:t>
            </w:r>
            <w:r w:rsidRPr="00B870B0">
              <w:rPr>
                <w:rFonts w:ascii="Architect" w:hAnsi="Architect"/>
                <w:color w:val="000000"/>
                <w:sz w:val="20"/>
                <w:szCs w:val="20"/>
              </w:rPr>
              <w:t xml:space="preserve">  Target number = 18    Working numbers {4,2,2,3,6}</w:t>
            </w: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 xml:space="preserve">It is possible to get the target 18 using only two of these numbers 3 x 6.  One strategy is to figure out a way to make the rest of the numbers equal 1. </w:t>
            </w:r>
            <w:r w:rsidRPr="00B870B0">
              <w:rPr>
                <w:rFonts w:ascii="Architect" w:hAnsi="Architect"/>
                <w:b/>
                <w:color w:val="000000"/>
                <w:sz w:val="20"/>
                <w:szCs w:val="20"/>
              </w:rPr>
              <w:t>(HOT)</w:t>
            </w:r>
            <w:r w:rsidRPr="00B870B0">
              <w:rPr>
                <w:rFonts w:ascii="Architect" w:hAnsi="Architect"/>
                <w:color w:val="000000"/>
                <w:sz w:val="20"/>
                <w:szCs w:val="20"/>
              </w:rPr>
              <w:t xml:space="preserve"> Ask students how that will help – if you multiply the expression that equals 1 by the existing value, the answer will not change, i.e. 1 x 18 = 18. (1 is called the </w:t>
            </w:r>
            <w:r w:rsidRPr="00B870B0">
              <w:rPr>
                <w:rFonts w:ascii="Architect" w:hAnsi="Architect"/>
                <w:b/>
                <w:color w:val="000000"/>
                <w:sz w:val="20"/>
                <w:szCs w:val="20"/>
              </w:rPr>
              <w:t>identity element for multiplication</w:t>
            </w:r>
            <w:r w:rsidRPr="00B870B0">
              <w:rPr>
                <w:rFonts w:ascii="Architect" w:hAnsi="Architect"/>
                <w:color w:val="000000"/>
                <w:sz w:val="20"/>
                <w:szCs w:val="20"/>
              </w:rPr>
              <w:t xml:space="preserve"> because when you multiply a number by 1 you get a product </w:t>
            </w:r>
            <w:r w:rsidRPr="00B870B0">
              <w:rPr>
                <w:rFonts w:ascii="Architect" w:hAnsi="Architect"/>
                <w:b/>
                <w:color w:val="000000"/>
                <w:sz w:val="20"/>
                <w:szCs w:val="20"/>
              </w:rPr>
              <w:t>identical</w:t>
            </w:r>
            <w:r w:rsidRPr="00B870B0">
              <w:rPr>
                <w:rFonts w:ascii="Architect" w:hAnsi="Architect"/>
                <w:color w:val="000000"/>
                <w:sz w:val="20"/>
                <w:szCs w:val="20"/>
              </w:rPr>
              <w:t xml:space="preserve"> to the number you multiplied it by.) Ask: How can we do this?</w:t>
            </w:r>
          </w:p>
          <w:p w:rsidR="00226BA4" w:rsidRPr="00B870B0" w:rsidRDefault="00226BA4" w:rsidP="00F15BE2">
            <w:pPr>
              <w:contextualSpacing/>
              <w:rPr>
                <w:rFonts w:ascii="Architect" w:hAnsi="Architect"/>
                <w:color w:val="000000"/>
                <w:sz w:val="20"/>
                <w:szCs w:val="20"/>
              </w:rPr>
            </w:pPr>
            <w:r w:rsidRPr="00B870B0">
              <w:rPr>
                <w:rFonts w:ascii="Architect" w:hAnsi="Architect"/>
                <w:color w:val="000000"/>
                <w:sz w:val="20"/>
                <w:szCs w:val="20"/>
              </w:rPr>
              <w:t xml:space="preserve">Another strategy is to figure out a way to make the rest of the numbers equal 0. </w:t>
            </w:r>
            <w:r w:rsidRPr="00B870B0">
              <w:rPr>
                <w:rFonts w:ascii="Architect" w:hAnsi="Architect"/>
                <w:b/>
                <w:color w:val="000000"/>
                <w:sz w:val="20"/>
                <w:szCs w:val="20"/>
              </w:rPr>
              <w:t>(HOT)</w:t>
            </w:r>
            <w:r w:rsidRPr="00B870B0">
              <w:rPr>
                <w:rFonts w:ascii="Architect" w:hAnsi="Architect"/>
                <w:color w:val="000000"/>
                <w:sz w:val="20"/>
                <w:szCs w:val="20"/>
              </w:rPr>
              <w:t xml:space="preserve"> Ask students how that will help – if you add the expression that equals 0 to the existing value, the answer will not change, i.e. 0 + 18 = 18. (0 is called the </w:t>
            </w:r>
            <w:r w:rsidRPr="00B870B0">
              <w:rPr>
                <w:rFonts w:ascii="Architect" w:hAnsi="Architect"/>
                <w:b/>
                <w:color w:val="000000"/>
                <w:sz w:val="20"/>
                <w:szCs w:val="20"/>
              </w:rPr>
              <w:t>identity</w:t>
            </w:r>
            <w:r w:rsidRPr="00B870B0">
              <w:rPr>
                <w:rFonts w:ascii="Architect" w:hAnsi="Architect"/>
                <w:color w:val="000000"/>
                <w:sz w:val="20"/>
                <w:szCs w:val="20"/>
              </w:rPr>
              <w:t xml:space="preserve"> </w:t>
            </w:r>
            <w:r w:rsidRPr="00B870B0">
              <w:rPr>
                <w:rFonts w:ascii="Architect" w:hAnsi="Architect"/>
                <w:b/>
                <w:color w:val="000000"/>
                <w:sz w:val="20"/>
                <w:szCs w:val="20"/>
              </w:rPr>
              <w:t>element for addition</w:t>
            </w:r>
            <w:r w:rsidRPr="00B870B0">
              <w:rPr>
                <w:rFonts w:ascii="Architect" w:hAnsi="Architect"/>
                <w:color w:val="000000"/>
                <w:sz w:val="20"/>
                <w:szCs w:val="20"/>
              </w:rPr>
              <w:t xml:space="preserve"> because when you add 0 to a number, you get a sum </w:t>
            </w:r>
            <w:r w:rsidRPr="00B870B0">
              <w:rPr>
                <w:rFonts w:ascii="Architect" w:hAnsi="Architect"/>
                <w:b/>
                <w:color w:val="000000"/>
                <w:sz w:val="20"/>
                <w:szCs w:val="20"/>
              </w:rPr>
              <w:t>identical</w:t>
            </w:r>
            <w:r w:rsidRPr="00B870B0">
              <w:rPr>
                <w:rFonts w:ascii="Architect" w:hAnsi="Architect"/>
                <w:color w:val="000000"/>
                <w:sz w:val="20"/>
                <w:szCs w:val="20"/>
              </w:rPr>
              <w:t xml:space="preserve"> to the number you added it to.) Ask: How can we do this?</w:t>
            </w:r>
          </w:p>
          <w:p w:rsidR="00226BA4" w:rsidRPr="00B870B0" w:rsidRDefault="00226BA4" w:rsidP="00F15BE2">
            <w:pPr>
              <w:contextualSpacing/>
              <w:rPr>
                <w:rFonts w:ascii="Architect" w:hAnsi="Architect"/>
                <w:color w:val="000000"/>
                <w:sz w:val="20"/>
                <w:szCs w:val="20"/>
              </w:rPr>
            </w:pPr>
          </w:p>
          <w:p w:rsidR="00226BA4" w:rsidRPr="00B870B0" w:rsidRDefault="00226BA4" w:rsidP="004C2F9A">
            <w:pPr>
              <w:contextualSpacing/>
              <w:rPr>
                <w:rFonts w:ascii="Architect" w:hAnsi="Architect"/>
                <w:color w:val="000000"/>
                <w:sz w:val="20"/>
                <w:szCs w:val="20"/>
              </w:rPr>
            </w:pPr>
            <w:r w:rsidRPr="00B870B0">
              <w:rPr>
                <w:rFonts w:ascii="Architect" w:hAnsi="Architect"/>
                <w:color w:val="000000"/>
                <w:sz w:val="20"/>
                <w:szCs w:val="20"/>
              </w:rPr>
              <w:t>Vocabulary (see use in examples): numerical expression, variable (algebraic) expression, numerical coefficient, evaluate, simplify; meaning of mathematical symbols, equality and equal sign, identity element for addition/multiplication</w:t>
            </w:r>
          </w:p>
        </w:tc>
      </w:tr>
      <w:tr w:rsidR="00226BA4" w:rsidRPr="00B870B0" w:rsidTr="00A45938">
        <w:tc>
          <w:tcPr>
            <w:tcW w:w="2646" w:type="dxa"/>
          </w:tcPr>
          <w:p w:rsidR="00226BA4" w:rsidRPr="00B870B0" w:rsidRDefault="00226BA4" w:rsidP="00F15BE2">
            <w:pPr>
              <w:contextualSpacing/>
              <w:rPr>
                <w:rFonts w:ascii="Architect" w:hAnsi="Architect"/>
                <w:b/>
                <w:color w:val="000000"/>
                <w:sz w:val="20"/>
                <w:szCs w:val="20"/>
              </w:rPr>
            </w:pPr>
            <w:r w:rsidRPr="00B870B0">
              <w:rPr>
                <w:rFonts w:ascii="Architect" w:hAnsi="Architect"/>
                <w:b/>
                <w:color w:val="000000"/>
                <w:sz w:val="20"/>
                <w:szCs w:val="20"/>
              </w:rPr>
              <w:t>EXTENSION</w:t>
            </w:r>
          </w:p>
          <w:p w:rsidR="00226BA4" w:rsidRPr="00B870B0" w:rsidRDefault="00226BA4" w:rsidP="00F15BE2">
            <w:pPr>
              <w:contextualSpacing/>
              <w:rPr>
                <w:rFonts w:ascii="Architect" w:hAnsi="Architect"/>
                <w:b/>
                <w:color w:val="000000"/>
                <w:sz w:val="20"/>
                <w:szCs w:val="20"/>
              </w:rPr>
            </w:pPr>
            <w:r w:rsidRPr="00B870B0">
              <w:rPr>
                <w:rFonts w:ascii="Architect" w:hAnsi="Architect"/>
                <w:b/>
                <w:color w:val="000000"/>
                <w:sz w:val="20"/>
                <w:szCs w:val="20"/>
              </w:rPr>
              <w:t>INVOLVING TECHNOLOGY</w:t>
            </w:r>
          </w:p>
          <w:p w:rsidR="00226BA4" w:rsidRPr="00B870B0" w:rsidRDefault="00226BA4" w:rsidP="003E23D7">
            <w:pPr>
              <w:contextualSpacing/>
              <w:rPr>
                <w:rFonts w:ascii="Architect" w:hAnsi="Architect"/>
                <w:b/>
                <w:color w:val="000000"/>
                <w:sz w:val="20"/>
                <w:szCs w:val="20"/>
              </w:rPr>
            </w:pPr>
          </w:p>
        </w:tc>
        <w:tc>
          <w:tcPr>
            <w:tcW w:w="8370" w:type="dxa"/>
          </w:tcPr>
          <w:p w:rsidR="00226BA4" w:rsidRPr="00B870B0" w:rsidRDefault="00226BA4" w:rsidP="00F15BE2">
            <w:pPr>
              <w:contextualSpacing/>
              <w:rPr>
                <w:rFonts w:ascii="Architect" w:hAnsi="Architect"/>
                <w:color w:val="000000"/>
                <w:sz w:val="20"/>
                <w:szCs w:val="20"/>
              </w:rPr>
            </w:pPr>
            <w:r>
              <w:rPr>
                <w:rFonts w:ascii="Architect" w:hAnsi="Architect"/>
                <w:color w:val="000000"/>
                <w:sz w:val="20"/>
                <w:szCs w:val="20"/>
              </w:rPr>
              <w:t>http:/illuminations.nctm.org/ActivityDetali.aspx?ID=216</w:t>
            </w:r>
          </w:p>
        </w:tc>
      </w:tr>
      <w:tr w:rsidR="00226BA4" w:rsidRPr="00B870B0" w:rsidTr="00A45938">
        <w:tc>
          <w:tcPr>
            <w:tcW w:w="2646" w:type="dxa"/>
          </w:tcPr>
          <w:p w:rsidR="00226BA4" w:rsidRDefault="00226BA4" w:rsidP="00F15BE2">
            <w:pPr>
              <w:contextualSpacing/>
              <w:rPr>
                <w:rFonts w:ascii="Architect" w:hAnsi="Architect"/>
                <w:b/>
                <w:color w:val="000000"/>
                <w:sz w:val="20"/>
                <w:szCs w:val="20"/>
              </w:rPr>
            </w:pPr>
          </w:p>
          <w:p w:rsidR="00226BA4" w:rsidRDefault="00226BA4" w:rsidP="00F15BE2">
            <w:pPr>
              <w:contextualSpacing/>
              <w:rPr>
                <w:rFonts w:ascii="Architect" w:hAnsi="Architect"/>
                <w:b/>
                <w:color w:val="000000"/>
                <w:sz w:val="20"/>
                <w:szCs w:val="20"/>
              </w:rPr>
            </w:pPr>
          </w:p>
          <w:p w:rsidR="00226BA4" w:rsidRDefault="00226BA4" w:rsidP="00F15BE2">
            <w:pPr>
              <w:contextualSpacing/>
              <w:rPr>
                <w:rFonts w:ascii="Architect" w:hAnsi="Architect"/>
                <w:b/>
                <w:color w:val="000000"/>
                <w:sz w:val="20"/>
                <w:szCs w:val="20"/>
              </w:rPr>
            </w:pPr>
          </w:p>
          <w:p w:rsidR="00226BA4" w:rsidRDefault="00226BA4" w:rsidP="00F15BE2">
            <w:pPr>
              <w:contextualSpacing/>
              <w:rPr>
                <w:rFonts w:ascii="Architect" w:hAnsi="Architect"/>
                <w:b/>
                <w:color w:val="000000"/>
                <w:sz w:val="20"/>
                <w:szCs w:val="20"/>
              </w:rPr>
            </w:pPr>
          </w:p>
          <w:p w:rsidR="00226BA4" w:rsidRPr="00B870B0" w:rsidRDefault="00226BA4" w:rsidP="00F15BE2">
            <w:pPr>
              <w:contextualSpacing/>
              <w:rPr>
                <w:rFonts w:ascii="Architect" w:hAnsi="Architect"/>
                <w:color w:val="000000"/>
                <w:sz w:val="20"/>
                <w:szCs w:val="20"/>
              </w:rPr>
            </w:pPr>
            <w:r w:rsidRPr="00B870B0">
              <w:rPr>
                <w:rFonts w:ascii="Architect" w:hAnsi="Architect"/>
                <w:b/>
                <w:color w:val="000000"/>
                <w:sz w:val="20"/>
                <w:szCs w:val="20"/>
              </w:rPr>
              <w:t>EVALUATION</w:t>
            </w:r>
          </w:p>
          <w:p w:rsidR="00226BA4" w:rsidRPr="00B870B0" w:rsidRDefault="00226BA4" w:rsidP="00EA3299">
            <w:pPr>
              <w:pStyle w:val="BodyText"/>
              <w:numPr>
                <w:ilvl w:val="0"/>
                <w:numId w:val="1"/>
              </w:numPr>
              <w:spacing w:line="240" w:lineRule="auto"/>
              <w:contextualSpacing/>
              <w:rPr>
                <w:rFonts w:ascii="Architect" w:hAnsi="Architect"/>
                <w:color w:val="000000"/>
                <w:sz w:val="20"/>
              </w:rPr>
            </w:pPr>
            <w:r w:rsidRPr="00B870B0">
              <w:rPr>
                <w:rFonts w:ascii="Architect" w:hAnsi="Architect"/>
                <w:color w:val="000000"/>
                <w:sz w:val="20"/>
              </w:rPr>
              <w:t>How will students demonstrate that they have achieved the lesson objective?</w:t>
            </w:r>
          </w:p>
          <w:p w:rsidR="00226BA4" w:rsidRPr="00B870B0" w:rsidRDefault="00226BA4" w:rsidP="00EA3299">
            <w:pPr>
              <w:pStyle w:val="BodyText"/>
              <w:numPr>
                <w:ilvl w:val="0"/>
                <w:numId w:val="1"/>
              </w:numPr>
              <w:spacing w:line="240" w:lineRule="auto"/>
              <w:contextualSpacing/>
              <w:rPr>
                <w:rFonts w:ascii="Architect" w:hAnsi="Architect"/>
                <w:color w:val="000000"/>
                <w:sz w:val="20"/>
              </w:rPr>
            </w:pPr>
            <w:r w:rsidRPr="00B870B0">
              <w:rPr>
                <w:rFonts w:ascii="Architect" w:hAnsi="Architect"/>
                <w:color w:val="000000"/>
                <w:sz w:val="20"/>
              </w:rPr>
              <w:t>This should be embedded throughout the lesson as well as at the end of the lesson</w:t>
            </w:r>
          </w:p>
          <w:p w:rsidR="00226BA4" w:rsidRPr="00B870B0" w:rsidRDefault="00226BA4" w:rsidP="00F15BE2">
            <w:pPr>
              <w:contextualSpacing/>
              <w:rPr>
                <w:rFonts w:ascii="Architect" w:hAnsi="Architect"/>
                <w:b/>
                <w:color w:val="000000"/>
                <w:sz w:val="20"/>
                <w:szCs w:val="20"/>
              </w:rPr>
            </w:pPr>
          </w:p>
          <w:p w:rsidR="00226BA4" w:rsidRPr="00B870B0" w:rsidRDefault="00226BA4" w:rsidP="003E23D7">
            <w:pPr>
              <w:contextualSpacing/>
              <w:rPr>
                <w:rFonts w:ascii="Architect" w:hAnsi="Architect"/>
                <w:b/>
                <w:color w:val="000000"/>
                <w:sz w:val="20"/>
                <w:szCs w:val="20"/>
              </w:rPr>
            </w:pPr>
          </w:p>
        </w:tc>
        <w:tc>
          <w:tcPr>
            <w:tcW w:w="8370" w:type="dxa"/>
          </w:tcPr>
          <w:p w:rsidR="00226BA4" w:rsidRDefault="00226BA4" w:rsidP="003E23D7">
            <w:pPr>
              <w:contextualSpacing/>
              <w:rPr>
                <w:rFonts w:ascii="Architect" w:hAnsi="Architect"/>
                <w:b/>
                <w:color w:val="000000"/>
                <w:sz w:val="20"/>
                <w:szCs w:val="20"/>
              </w:rPr>
            </w:pPr>
          </w:p>
          <w:p w:rsidR="00226BA4" w:rsidRDefault="00226BA4" w:rsidP="003E23D7">
            <w:pPr>
              <w:contextualSpacing/>
              <w:rPr>
                <w:rFonts w:ascii="Architect" w:hAnsi="Architect"/>
                <w:b/>
                <w:color w:val="000000"/>
                <w:sz w:val="20"/>
                <w:szCs w:val="20"/>
              </w:rPr>
            </w:pPr>
          </w:p>
          <w:p w:rsidR="00226BA4" w:rsidRDefault="00226BA4" w:rsidP="003E23D7">
            <w:pPr>
              <w:contextualSpacing/>
              <w:rPr>
                <w:rFonts w:ascii="Architect" w:hAnsi="Architect"/>
                <w:b/>
                <w:color w:val="000000"/>
                <w:sz w:val="20"/>
                <w:szCs w:val="20"/>
              </w:rPr>
            </w:pPr>
          </w:p>
          <w:p w:rsidR="00226BA4" w:rsidRDefault="00226BA4" w:rsidP="003E23D7">
            <w:pPr>
              <w:contextualSpacing/>
              <w:rPr>
                <w:rFonts w:ascii="Architect" w:hAnsi="Architect"/>
                <w:b/>
                <w:color w:val="000000"/>
                <w:sz w:val="20"/>
                <w:szCs w:val="20"/>
              </w:rPr>
            </w:pPr>
          </w:p>
          <w:p w:rsidR="00226BA4" w:rsidRPr="00B870B0" w:rsidRDefault="00226BA4" w:rsidP="003E23D7">
            <w:pPr>
              <w:contextualSpacing/>
              <w:rPr>
                <w:rFonts w:ascii="Architect" w:hAnsi="Architect"/>
                <w:b/>
                <w:color w:val="000000"/>
                <w:sz w:val="20"/>
                <w:szCs w:val="20"/>
              </w:rPr>
            </w:pPr>
            <w:r w:rsidRPr="00B870B0">
              <w:rPr>
                <w:rFonts w:ascii="Architect" w:hAnsi="Architect"/>
                <w:b/>
                <w:color w:val="000000"/>
                <w:sz w:val="20"/>
                <w:szCs w:val="20"/>
              </w:rPr>
              <w:t xml:space="preserve">(OE) denotes Opportunities for Evaluation embedded in exercises, games, and activities. </w:t>
            </w:r>
          </w:p>
          <w:p w:rsidR="00226BA4" w:rsidRPr="00B870B0" w:rsidRDefault="00226BA4" w:rsidP="003E23D7">
            <w:pPr>
              <w:contextualSpacing/>
              <w:rPr>
                <w:rFonts w:ascii="Architect" w:hAnsi="Architect"/>
                <w:color w:val="000000"/>
                <w:sz w:val="20"/>
                <w:szCs w:val="20"/>
              </w:rPr>
            </w:pPr>
            <w:r w:rsidRPr="00B870B0">
              <w:rPr>
                <w:rFonts w:ascii="Architect" w:hAnsi="Architect"/>
                <w:color w:val="000000"/>
                <w:sz w:val="20"/>
                <w:szCs w:val="20"/>
              </w:rPr>
              <w:t>Students can demonstrate correct application in traditional format in board work, homework, quiz, warm-up in succeeding class.</w:t>
            </w:r>
          </w:p>
          <w:p w:rsidR="00226BA4" w:rsidRPr="00B870B0" w:rsidRDefault="00226BA4" w:rsidP="003E23D7">
            <w:pPr>
              <w:contextualSpacing/>
              <w:rPr>
                <w:rFonts w:ascii="Architect" w:hAnsi="Architect"/>
                <w:color w:val="000000"/>
                <w:sz w:val="20"/>
                <w:szCs w:val="20"/>
              </w:rPr>
            </w:pPr>
          </w:p>
          <w:p w:rsidR="00226BA4" w:rsidRPr="00B870B0" w:rsidRDefault="00226BA4" w:rsidP="003E23D7">
            <w:pPr>
              <w:contextualSpacing/>
              <w:rPr>
                <w:rFonts w:ascii="Architect" w:hAnsi="Architect"/>
                <w:b/>
                <w:color w:val="000000"/>
                <w:sz w:val="20"/>
                <w:szCs w:val="20"/>
              </w:rPr>
            </w:pPr>
            <w:r w:rsidRPr="00B870B0">
              <w:rPr>
                <w:rFonts w:ascii="Architect" w:hAnsi="Architect"/>
                <w:b/>
                <w:color w:val="000000"/>
                <w:sz w:val="20"/>
                <w:szCs w:val="20"/>
              </w:rPr>
              <w:t>Alternative Opportunities for Evaluation</w:t>
            </w:r>
          </w:p>
          <w:p w:rsidR="00226BA4" w:rsidRPr="00B870B0" w:rsidRDefault="00226BA4" w:rsidP="003E23D7">
            <w:pPr>
              <w:contextualSpacing/>
              <w:rPr>
                <w:rFonts w:ascii="Architect" w:hAnsi="Architect"/>
                <w:color w:val="000000"/>
                <w:sz w:val="20"/>
                <w:szCs w:val="20"/>
              </w:rPr>
            </w:pPr>
            <w:r w:rsidRPr="00B870B0">
              <w:rPr>
                <w:rFonts w:ascii="Architect" w:hAnsi="Architect"/>
                <w:color w:val="000000"/>
                <w:sz w:val="20"/>
                <w:szCs w:val="20"/>
              </w:rPr>
              <w:t>A. SNATCH: Practice with whiteboard/dry erase marker (provides immediate feedback.)</w:t>
            </w:r>
          </w:p>
          <w:p w:rsidR="00226BA4" w:rsidRPr="00B870B0" w:rsidRDefault="00226BA4" w:rsidP="003E23D7">
            <w:pPr>
              <w:contextualSpacing/>
              <w:rPr>
                <w:rFonts w:ascii="Architect" w:hAnsi="Architect"/>
                <w:color w:val="000000"/>
                <w:sz w:val="20"/>
                <w:szCs w:val="20"/>
              </w:rPr>
            </w:pPr>
          </w:p>
          <w:p w:rsidR="00226BA4" w:rsidRPr="00B870B0" w:rsidRDefault="00226BA4" w:rsidP="003E23D7">
            <w:pPr>
              <w:contextualSpacing/>
              <w:rPr>
                <w:rFonts w:ascii="Architect" w:hAnsi="Architect"/>
                <w:color w:val="000000"/>
                <w:sz w:val="20"/>
                <w:szCs w:val="20"/>
              </w:rPr>
            </w:pPr>
            <w:r w:rsidRPr="00B870B0">
              <w:rPr>
                <w:rFonts w:ascii="Architect" w:hAnsi="Architect"/>
                <w:color w:val="000000"/>
                <w:sz w:val="20"/>
                <w:szCs w:val="20"/>
              </w:rPr>
              <w:t>B. Centers: Students collaborate in pairs or small groups to complete one or more tasks at each center Select any of the following ideas or develop your own.</w:t>
            </w:r>
          </w:p>
          <w:p w:rsidR="00226BA4" w:rsidRPr="00B870B0" w:rsidRDefault="00226BA4" w:rsidP="00EA3299">
            <w:pPr>
              <w:pStyle w:val="ListParagraph"/>
              <w:numPr>
                <w:ilvl w:val="0"/>
                <w:numId w:val="5"/>
              </w:numPr>
              <w:rPr>
                <w:rFonts w:ascii="Architect" w:hAnsi="Architect"/>
                <w:color w:val="000000"/>
                <w:sz w:val="20"/>
                <w:szCs w:val="20"/>
              </w:rPr>
            </w:pPr>
            <w:r w:rsidRPr="00B870B0">
              <w:rPr>
                <w:rFonts w:ascii="Architect" w:hAnsi="Architect"/>
                <w:color w:val="000000"/>
                <w:sz w:val="20"/>
                <w:szCs w:val="20"/>
              </w:rPr>
              <w:t>Task: Manual application of order of operations involving whole numbers</w:t>
            </w:r>
          </w:p>
          <w:p w:rsidR="00226BA4" w:rsidRPr="00B870B0" w:rsidRDefault="00226BA4" w:rsidP="00EA3299">
            <w:pPr>
              <w:pStyle w:val="ListParagraph"/>
              <w:numPr>
                <w:ilvl w:val="0"/>
                <w:numId w:val="5"/>
              </w:numPr>
              <w:rPr>
                <w:rFonts w:ascii="Architect" w:hAnsi="Architect"/>
                <w:color w:val="000000"/>
                <w:sz w:val="20"/>
                <w:szCs w:val="20"/>
              </w:rPr>
            </w:pPr>
            <w:r w:rsidRPr="00B870B0">
              <w:rPr>
                <w:rFonts w:ascii="Architect" w:hAnsi="Architect"/>
                <w:color w:val="000000"/>
                <w:sz w:val="20"/>
                <w:szCs w:val="20"/>
              </w:rPr>
              <w:t>Task: Manual application of order of operations in problems involving fractions, decimals, or mixed numbers.</w:t>
            </w:r>
          </w:p>
          <w:p w:rsidR="00226BA4" w:rsidRPr="00B870B0" w:rsidRDefault="00226BA4" w:rsidP="00EA3299">
            <w:pPr>
              <w:pStyle w:val="ListParagraph"/>
              <w:numPr>
                <w:ilvl w:val="0"/>
                <w:numId w:val="5"/>
              </w:numPr>
              <w:rPr>
                <w:rFonts w:ascii="Architect" w:hAnsi="Architect"/>
                <w:color w:val="000000"/>
                <w:sz w:val="20"/>
                <w:szCs w:val="20"/>
              </w:rPr>
            </w:pPr>
            <w:r w:rsidRPr="00B870B0">
              <w:rPr>
                <w:rFonts w:ascii="Architect" w:hAnsi="Architect"/>
                <w:color w:val="000000"/>
                <w:sz w:val="20"/>
                <w:szCs w:val="20"/>
              </w:rPr>
              <w:t>Task: Manual evaluation of variable expressions using substitution and order of operations.</w:t>
            </w:r>
          </w:p>
          <w:p w:rsidR="00226BA4" w:rsidRPr="00B870B0" w:rsidRDefault="00226BA4" w:rsidP="00EA3299">
            <w:pPr>
              <w:pStyle w:val="ListParagraph"/>
              <w:numPr>
                <w:ilvl w:val="0"/>
                <w:numId w:val="5"/>
              </w:numPr>
              <w:rPr>
                <w:rFonts w:ascii="Architect" w:hAnsi="Architect"/>
                <w:color w:val="000000"/>
                <w:sz w:val="20"/>
                <w:szCs w:val="20"/>
              </w:rPr>
            </w:pPr>
            <w:r w:rsidRPr="00B870B0">
              <w:rPr>
                <w:rFonts w:ascii="Architect" w:hAnsi="Architect"/>
                <w:color w:val="000000"/>
                <w:sz w:val="20"/>
                <w:szCs w:val="20"/>
              </w:rPr>
              <w:t>Task: Using provided TI-73 or TI-84 calculators, check work from one of previous centers. Write about errors you discovered.</w:t>
            </w:r>
          </w:p>
          <w:p w:rsidR="00226BA4" w:rsidRPr="00B870B0" w:rsidRDefault="00226BA4" w:rsidP="00EA3299">
            <w:pPr>
              <w:pStyle w:val="ListParagraph"/>
              <w:numPr>
                <w:ilvl w:val="0"/>
                <w:numId w:val="5"/>
              </w:numPr>
              <w:rPr>
                <w:rFonts w:ascii="Architect" w:hAnsi="Architect"/>
                <w:color w:val="000000"/>
                <w:sz w:val="20"/>
                <w:szCs w:val="20"/>
              </w:rPr>
            </w:pPr>
            <w:r w:rsidRPr="00B870B0">
              <w:rPr>
                <w:rFonts w:ascii="Architect" w:hAnsi="Architect"/>
                <w:color w:val="000000"/>
                <w:sz w:val="20"/>
                <w:szCs w:val="20"/>
              </w:rPr>
              <w:t>Task: Simplify expressions to decode answer to a riddle (see Algebra with Pizzazz)</w:t>
            </w:r>
          </w:p>
          <w:p w:rsidR="00226BA4" w:rsidRPr="00B870B0" w:rsidRDefault="00226BA4" w:rsidP="00EA3299">
            <w:pPr>
              <w:pStyle w:val="ListParagraph"/>
              <w:numPr>
                <w:ilvl w:val="0"/>
                <w:numId w:val="5"/>
              </w:numPr>
              <w:rPr>
                <w:rFonts w:ascii="Architect" w:hAnsi="Architect"/>
                <w:color w:val="000000"/>
                <w:sz w:val="20"/>
                <w:szCs w:val="20"/>
              </w:rPr>
            </w:pPr>
            <w:r w:rsidRPr="00B870B0">
              <w:rPr>
                <w:rFonts w:ascii="Architect" w:hAnsi="Architect"/>
                <w:color w:val="000000"/>
                <w:sz w:val="20"/>
                <w:szCs w:val="20"/>
              </w:rPr>
              <w:t>Task: Hands-on evaluation of expression using set of algebra tiles.</w:t>
            </w:r>
          </w:p>
          <w:p w:rsidR="00226BA4" w:rsidRPr="00B870B0" w:rsidRDefault="00226BA4" w:rsidP="00EA3299">
            <w:pPr>
              <w:pStyle w:val="ListParagraph"/>
              <w:numPr>
                <w:ilvl w:val="0"/>
                <w:numId w:val="5"/>
              </w:numPr>
              <w:rPr>
                <w:rFonts w:ascii="Architect" w:hAnsi="Architect"/>
                <w:color w:val="000000"/>
                <w:sz w:val="20"/>
                <w:szCs w:val="20"/>
              </w:rPr>
            </w:pPr>
            <w:r w:rsidRPr="00B870B0">
              <w:rPr>
                <w:rFonts w:ascii="Architect" w:hAnsi="Architect"/>
                <w:color w:val="000000"/>
                <w:sz w:val="20"/>
                <w:szCs w:val="20"/>
              </w:rPr>
              <w:t>Task: Generate a worksheet to be used with VersaTiles</w:t>
            </w:r>
            <w:r w:rsidRPr="00B870B0">
              <w:rPr>
                <w:rFonts w:ascii="Architect" w:hAnsi="Architect"/>
                <w:color w:val="000000"/>
                <w:sz w:val="20"/>
                <w:szCs w:val="20"/>
              </w:rPr>
              <w:sym w:font="Symbol" w:char="F0D4"/>
            </w:r>
            <w:r w:rsidRPr="00B870B0">
              <w:rPr>
                <w:rFonts w:ascii="Architect" w:hAnsi="Architect"/>
                <w:color w:val="000000"/>
                <w:sz w:val="20"/>
                <w:szCs w:val="20"/>
              </w:rPr>
              <w:t xml:space="preserve"> (ETA/Cuisenaire (Automatic check by creation of correct tile pattern)</w:t>
            </w:r>
          </w:p>
          <w:p w:rsidR="00226BA4" w:rsidRPr="00B870B0" w:rsidRDefault="00226BA4" w:rsidP="00EA3299">
            <w:pPr>
              <w:pStyle w:val="ListParagraph"/>
              <w:numPr>
                <w:ilvl w:val="0"/>
                <w:numId w:val="5"/>
              </w:numPr>
              <w:rPr>
                <w:rFonts w:ascii="Architect" w:hAnsi="Architect"/>
                <w:color w:val="000000"/>
                <w:sz w:val="20"/>
                <w:szCs w:val="20"/>
              </w:rPr>
            </w:pPr>
            <w:r w:rsidRPr="00B870B0">
              <w:rPr>
                <w:rFonts w:ascii="Architect" w:hAnsi="Architect"/>
                <w:color w:val="000000"/>
                <w:sz w:val="20"/>
                <w:szCs w:val="20"/>
              </w:rPr>
              <w:t xml:space="preserve">Task: Computer (one or more) available for students to use applet in NCTM Illuminations (demonstrated in training) </w:t>
            </w:r>
          </w:p>
          <w:p w:rsidR="00226BA4" w:rsidRPr="00B870B0" w:rsidRDefault="00226BA4" w:rsidP="00EA3299">
            <w:pPr>
              <w:pStyle w:val="ListParagraph"/>
              <w:numPr>
                <w:ilvl w:val="0"/>
                <w:numId w:val="5"/>
              </w:numPr>
              <w:rPr>
                <w:rFonts w:ascii="Architect" w:hAnsi="Architect"/>
                <w:color w:val="000000"/>
                <w:sz w:val="20"/>
                <w:szCs w:val="20"/>
              </w:rPr>
            </w:pPr>
            <w:r w:rsidRPr="00B870B0">
              <w:rPr>
                <w:rFonts w:ascii="Architect" w:hAnsi="Architect"/>
                <w:color w:val="000000"/>
                <w:sz w:val="20"/>
                <w:szCs w:val="20"/>
              </w:rPr>
              <w:t>Task: Correct and explain in writing error(s) you can find in the work shown.</w:t>
            </w:r>
          </w:p>
          <w:p w:rsidR="00226BA4" w:rsidRPr="00B870B0" w:rsidRDefault="00226BA4" w:rsidP="00EA3299">
            <w:pPr>
              <w:pStyle w:val="ListParagraph"/>
              <w:numPr>
                <w:ilvl w:val="0"/>
                <w:numId w:val="5"/>
              </w:numPr>
              <w:rPr>
                <w:rFonts w:ascii="Architect" w:hAnsi="Architect"/>
                <w:color w:val="000000"/>
                <w:sz w:val="20"/>
                <w:szCs w:val="20"/>
              </w:rPr>
            </w:pPr>
            <w:r w:rsidRPr="00B870B0">
              <w:rPr>
                <w:rFonts w:ascii="Architect" w:hAnsi="Architect"/>
                <w:color w:val="000000"/>
                <w:sz w:val="20"/>
                <w:szCs w:val="20"/>
              </w:rPr>
              <w:t>Task: Use one of your names (first, middle, last) or some combination of your names so that you have at least 5 letters. Assign letter values (a=1, b=2, c=3, etc.) and use those values to create a numerical expression that will simplify to your age. (If you can’t get exactly your age, get close as close to it as you can.)</w:t>
            </w:r>
          </w:p>
          <w:p w:rsidR="00226BA4" w:rsidRPr="00B870B0" w:rsidRDefault="00226BA4" w:rsidP="00EA3299">
            <w:pPr>
              <w:pStyle w:val="ListParagraph"/>
              <w:numPr>
                <w:ilvl w:val="0"/>
                <w:numId w:val="5"/>
              </w:numPr>
              <w:rPr>
                <w:rFonts w:ascii="Architect" w:hAnsi="Architect"/>
                <w:color w:val="000000"/>
                <w:sz w:val="20"/>
                <w:szCs w:val="20"/>
              </w:rPr>
            </w:pPr>
            <w:r w:rsidRPr="00B870B0">
              <w:rPr>
                <w:rFonts w:ascii="Architect" w:hAnsi="Architect"/>
                <w:color w:val="000000"/>
                <w:sz w:val="20"/>
                <w:szCs w:val="20"/>
              </w:rPr>
              <w:t xml:space="preserve">Task:  Use the numerical expression you created in the previous center.  Substitute the letters in place of the numbers in the numerical expression to get a variable expression that will simplify to your age (or to a number close to your age).  </w:t>
            </w:r>
          </w:p>
          <w:p w:rsidR="00226BA4" w:rsidRPr="00B870B0" w:rsidRDefault="00226BA4" w:rsidP="003E23D7">
            <w:pPr>
              <w:contextualSpacing/>
              <w:rPr>
                <w:rFonts w:ascii="Architect" w:hAnsi="Architect"/>
                <w:b/>
                <w:color w:val="000000"/>
                <w:sz w:val="20"/>
                <w:szCs w:val="20"/>
              </w:rPr>
            </w:pPr>
            <w:r w:rsidRPr="00B870B0">
              <w:rPr>
                <w:rFonts w:ascii="Architect" w:hAnsi="Architect"/>
                <w:color w:val="000000"/>
                <w:sz w:val="20"/>
                <w:szCs w:val="20"/>
              </w:rPr>
              <w:t>C. Individual evaluation</w:t>
            </w:r>
          </w:p>
          <w:p w:rsidR="00226BA4" w:rsidRPr="00B870B0" w:rsidRDefault="00226BA4" w:rsidP="00F15BE2">
            <w:pPr>
              <w:contextualSpacing/>
              <w:rPr>
                <w:rFonts w:ascii="Architect" w:hAnsi="Architect"/>
                <w:color w:val="000000"/>
                <w:sz w:val="20"/>
                <w:szCs w:val="20"/>
              </w:rPr>
            </w:pPr>
            <w:r w:rsidRPr="00B870B0">
              <w:rPr>
                <w:rFonts w:ascii="Architect" w:hAnsi="Architect"/>
                <w:i/>
                <w:color w:val="000000"/>
                <w:sz w:val="20"/>
                <w:szCs w:val="20"/>
              </w:rPr>
              <w:t>Make the Number</w:t>
            </w:r>
            <w:r w:rsidRPr="00B870B0">
              <w:rPr>
                <w:rFonts w:ascii="Architect" w:hAnsi="Architect"/>
                <w:color w:val="000000"/>
                <w:sz w:val="20"/>
                <w:szCs w:val="20"/>
              </w:rPr>
              <w:t xml:space="preserve"> (handout), </w:t>
            </w:r>
            <w:r w:rsidRPr="00B870B0">
              <w:rPr>
                <w:rFonts w:ascii="Architect" w:hAnsi="Architect"/>
                <w:i/>
                <w:color w:val="000000"/>
                <w:sz w:val="20"/>
                <w:szCs w:val="20"/>
              </w:rPr>
              <w:t xml:space="preserve">Out of Order </w:t>
            </w:r>
            <w:r w:rsidRPr="00B870B0">
              <w:rPr>
                <w:rFonts w:ascii="Architect" w:hAnsi="Architect"/>
                <w:color w:val="000000"/>
                <w:sz w:val="20"/>
                <w:szCs w:val="20"/>
              </w:rPr>
              <w:t xml:space="preserve">(handout), 1-2-3 </w:t>
            </w:r>
            <w:r w:rsidRPr="00B870B0">
              <w:rPr>
                <w:rFonts w:ascii="Architect" w:hAnsi="Architect"/>
                <w:i/>
                <w:color w:val="000000"/>
                <w:sz w:val="20"/>
                <w:szCs w:val="20"/>
              </w:rPr>
              <w:t>Order Me Please</w:t>
            </w:r>
            <w:r w:rsidRPr="00B870B0">
              <w:rPr>
                <w:rFonts w:ascii="Architect" w:hAnsi="Architect"/>
                <w:color w:val="000000"/>
                <w:sz w:val="20"/>
                <w:szCs w:val="20"/>
              </w:rPr>
              <w:t xml:space="preserve"> (handout)</w:t>
            </w:r>
          </w:p>
        </w:tc>
      </w:tr>
    </w:tbl>
    <w:p w:rsidR="00226BA4" w:rsidRPr="00B870B0" w:rsidRDefault="00226BA4">
      <w:pPr>
        <w:rPr>
          <w:rFonts w:ascii="Architect" w:hAnsi="Architect"/>
          <w:color w:val="000000"/>
          <w:sz w:val="20"/>
          <w:szCs w:val="20"/>
        </w:rPr>
      </w:pPr>
    </w:p>
    <w:sectPr w:rsidR="00226BA4" w:rsidRPr="00B870B0" w:rsidSect="00C649E7">
      <w:headerReference w:type="default" r:id="rId7"/>
      <w:pgSz w:w="12240" w:h="15840"/>
      <w:pgMar w:top="720" w:right="720" w:bottom="720" w:left="72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6BA4" w:rsidRDefault="00226BA4" w:rsidP="0056608E">
      <w:r>
        <w:separator/>
      </w:r>
    </w:p>
  </w:endnote>
  <w:endnote w:type="continuationSeparator" w:id="0">
    <w:p w:rsidR="00226BA4" w:rsidRDefault="00226BA4" w:rsidP="005660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rchitect">
    <w:panose1 w:val="020B0600000000020000"/>
    <w:charset w:val="00"/>
    <w:family w:val="swiss"/>
    <w:pitch w:val="variable"/>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6BA4" w:rsidRDefault="00226BA4" w:rsidP="0056608E">
      <w:r>
        <w:separator/>
      </w:r>
    </w:p>
  </w:footnote>
  <w:footnote w:type="continuationSeparator" w:id="0">
    <w:p w:rsidR="00226BA4" w:rsidRDefault="00226BA4" w:rsidP="0056608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BA4" w:rsidRDefault="00226BA4" w:rsidP="00B870B0">
    <w:pPr>
      <w:pStyle w:val="Header"/>
      <w:tabs>
        <w:tab w:val="clear" w:pos="4320"/>
      </w:tabs>
      <w:jc w:val="center"/>
      <w:rPr>
        <w:rFonts w:ascii="Architect" w:hAnsi="Architect"/>
        <w:sz w:val="28"/>
        <w:szCs w:val="28"/>
      </w:rPr>
    </w:pPr>
    <w:r>
      <w:rPr>
        <w:rFonts w:ascii="Architect" w:hAnsi="Architect"/>
        <w:sz w:val="28"/>
        <w:szCs w:val="28"/>
      </w:rPr>
      <w:t>Technology Integration 5E Lesson Plan</w:t>
    </w:r>
  </w:p>
  <w:p w:rsidR="00226BA4" w:rsidRDefault="00226BA4" w:rsidP="00B870B0">
    <w:pPr>
      <w:pStyle w:val="Header"/>
      <w:tabs>
        <w:tab w:val="clear" w:pos="4320"/>
        <w:tab w:val="center" w:pos="6120"/>
      </w:tabs>
      <w:jc w:val="center"/>
      <w:rPr>
        <w:rFonts w:ascii="Architect" w:hAnsi="Architect"/>
      </w:rPr>
    </w:pPr>
    <w:r w:rsidRPr="00B870B0">
      <w:rPr>
        <w:rFonts w:ascii="Architect" w:hAnsi="Architect"/>
      </w:rPr>
      <w:t>Using Order of Operations to Evaluate and Simplify Expressions</w:t>
    </w:r>
  </w:p>
  <w:p w:rsidR="00226BA4" w:rsidRPr="00B870B0" w:rsidRDefault="00226BA4" w:rsidP="00B870B0">
    <w:pPr>
      <w:pStyle w:val="Header"/>
      <w:tabs>
        <w:tab w:val="clear" w:pos="4320"/>
        <w:tab w:val="center" w:pos="6120"/>
      </w:tabs>
      <w:jc w:val="center"/>
      <w:rPr>
        <w:rFonts w:ascii="Architect" w:hAnsi="Architect"/>
        <w:sz w:val="20"/>
        <w:szCs w:val="20"/>
      </w:rPr>
    </w:pPr>
    <w:r w:rsidRPr="00B870B0">
      <w:rPr>
        <w:rFonts w:ascii="Architect" w:hAnsi="Architect"/>
        <w:sz w:val="20"/>
        <w:szCs w:val="20"/>
      </w:rPr>
      <w:t>Chelle Daniels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C4050"/>
    <w:multiLevelType w:val="hybridMultilevel"/>
    <w:tmpl w:val="12242C92"/>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50F04636"/>
    <w:multiLevelType w:val="hybridMultilevel"/>
    <w:tmpl w:val="B36E2AA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4A01653"/>
    <w:multiLevelType w:val="hybridMultilevel"/>
    <w:tmpl w:val="B5F28DD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741B0C7B"/>
    <w:multiLevelType w:val="hybridMultilevel"/>
    <w:tmpl w:val="E5906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656BB"/>
    <w:rsid w:val="00037300"/>
    <w:rsid w:val="00067EA1"/>
    <w:rsid w:val="000938B2"/>
    <w:rsid w:val="000B6D30"/>
    <w:rsid w:val="000C621A"/>
    <w:rsid w:val="000D26F6"/>
    <w:rsid w:val="0013696E"/>
    <w:rsid w:val="00157645"/>
    <w:rsid w:val="001656BB"/>
    <w:rsid w:val="00184E40"/>
    <w:rsid w:val="001E0E39"/>
    <w:rsid w:val="001F3D73"/>
    <w:rsid w:val="00204926"/>
    <w:rsid w:val="00220CEC"/>
    <w:rsid w:val="00222B1B"/>
    <w:rsid w:val="002255FC"/>
    <w:rsid w:val="00226BA4"/>
    <w:rsid w:val="00227EB7"/>
    <w:rsid w:val="00233589"/>
    <w:rsid w:val="002A71B8"/>
    <w:rsid w:val="002B582D"/>
    <w:rsid w:val="002D06C1"/>
    <w:rsid w:val="00333EA1"/>
    <w:rsid w:val="003343DF"/>
    <w:rsid w:val="0034328F"/>
    <w:rsid w:val="00350EFC"/>
    <w:rsid w:val="00374C13"/>
    <w:rsid w:val="00380610"/>
    <w:rsid w:val="003D4DA5"/>
    <w:rsid w:val="003E23D7"/>
    <w:rsid w:val="003F4712"/>
    <w:rsid w:val="00405F6E"/>
    <w:rsid w:val="00426201"/>
    <w:rsid w:val="004455CD"/>
    <w:rsid w:val="004464D2"/>
    <w:rsid w:val="004609E3"/>
    <w:rsid w:val="004B3062"/>
    <w:rsid w:val="004C255E"/>
    <w:rsid w:val="004C2F9A"/>
    <w:rsid w:val="004D1644"/>
    <w:rsid w:val="0051249F"/>
    <w:rsid w:val="0052786F"/>
    <w:rsid w:val="00535003"/>
    <w:rsid w:val="0056608E"/>
    <w:rsid w:val="00574E88"/>
    <w:rsid w:val="006023EF"/>
    <w:rsid w:val="0064707F"/>
    <w:rsid w:val="006C3502"/>
    <w:rsid w:val="006D5075"/>
    <w:rsid w:val="006F0096"/>
    <w:rsid w:val="00763F8F"/>
    <w:rsid w:val="007E6397"/>
    <w:rsid w:val="00864776"/>
    <w:rsid w:val="00942858"/>
    <w:rsid w:val="009F1913"/>
    <w:rsid w:val="00A24D02"/>
    <w:rsid w:val="00A45938"/>
    <w:rsid w:val="00A72400"/>
    <w:rsid w:val="00A724F1"/>
    <w:rsid w:val="00A74D08"/>
    <w:rsid w:val="00A9580E"/>
    <w:rsid w:val="00AD7FA9"/>
    <w:rsid w:val="00AE336D"/>
    <w:rsid w:val="00B43352"/>
    <w:rsid w:val="00B57FA5"/>
    <w:rsid w:val="00B6498D"/>
    <w:rsid w:val="00B870B0"/>
    <w:rsid w:val="00BC1458"/>
    <w:rsid w:val="00BF610D"/>
    <w:rsid w:val="00C02136"/>
    <w:rsid w:val="00C1485C"/>
    <w:rsid w:val="00C35948"/>
    <w:rsid w:val="00C5672E"/>
    <w:rsid w:val="00C649E7"/>
    <w:rsid w:val="00C816D4"/>
    <w:rsid w:val="00D220EC"/>
    <w:rsid w:val="00D25F05"/>
    <w:rsid w:val="00D90410"/>
    <w:rsid w:val="00E13C7A"/>
    <w:rsid w:val="00E50B1B"/>
    <w:rsid w:val="00E65250"/>
    <w:rsid w:val="00E9197B"/>
    <w:rsid w:val="00EA3299"/>
    <w:rsid w:val="00EB72BC"/>
    <w:rsid w:val="00EF12BE"/>
    <w:rsid w:val="00F05A20"/>
    <w:rsid w:val="00F15BE2"/>
    <w:rsid w:val="00F26AB1"/>
    <w:rsid w:val="00F76144"/>
    <w:rsid w:val="00F77298"/>
    <w:rsid w:val="00F83AB3"/>
    <w:rsid w:val="00F86718"/>
    <w:rsid w:val="00FB2B5F"/>
    <w:rsid w:val="00FE7680"/>
    <w:rsid w:val="00FF77C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56BB"/>
    <w:rPr>
      <w:sz w:val="24"/>
      <w:szCs w:val="24"/>
    </w:rPr>
  </w:style>
  <w:style w:type="paragraph" w:styleId="Heading1">
    <w:name w:val="heading 1"/>
    <w:basedOn w:val="Normal"/>
    <w:link w:val="Heading1Char"/>
    <w:uiPriority w:val="99"/>
    <w:qFormat/>
    <w:rsid w:val="00F76144"/>
    <w:pPr>
      <w:spacing w:beforeLines="1" w:afterLines="1"/>
      <w:outlineLvl w:val="0"/>
    </w:pPr>
    <w:rPr>
      <w:rFonts w:ascii="Times" w:hAnsi="Times"/>
      <w:b/>
      <w:kern w:val="36"/>
      <w:sz w:val="48"/>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76144"/>
    <w:rPr>
      <w:rFonts w:ascii="Times" w:hAnsi="Times" w:cs="Times New Roman"/>
      <w:b/>
      <w:kern w:val="36"/>
      <w:sz w:val="20"/>
      <w:szCs w:val="20"/>
    </w:rPr>
  </w:style>
  <w:style w:type="table" w:styleId="TableGrid">
    <w:name w:val="Table Grid"/>
    <w:basedOn w:val="TableNormal"/>
    <w:uiPriority w:val="99"/>
    <w:rsid w:val="001656B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99"/>
    <w:rsid w:val="001656BB"/>
    <w:pPr>
      <w:spacing w:line="360" w:lineRule="auto"/>
    </w:pPr>
    <w:rPr>
      <w:rFonts w:ascii="Arial" w:eastAsia="Times New Roman" w:hAnsi="Arial"/>
      <w:sz w:val="22"/>
      <w:szCs w:val="20"/>
    </w:rPr>
  </w:style>
  <w:style w:type="character" w:customStyle="1" w:styleId="BodyTextChar">
    <w:name w:val="Body Text Char"/>
    <w:basedOn w:val="DefaultParagraphFont"/>
    <w:link w:val="BodyText"/>
    <w:uiPriority w:val="99"/>
    <w:locked/>
    <w:rsid w:val="001656BB"/>
    <w:rPr>
      <w:rFonts w:ascii="Arial" w:hAnsi="Arial" w:cs="Times New Roman"/>
      <w:sz w:val="20"/>
      <w:szCs w:val="20"/>
    </w:rPr>
  </w:style>
  <w:style w:type="paragraph" w:styleId="ListParagraph">
    <w:name w:val="List Paragraph"/>
    <w:basedOn w:val="Normal"/>
    <w:uiPriority w:val="99"/>
    <w:qFormat/>
    <w:rsid w:val="001656BB"/>
    <w:pPr>
      <w:spacing w:after="200" w:line="276" w:lineRule="auto"/>
      <w:ind w:left="720"/>
      <w:contextualSpacing/>
    </w:pPr>
    <w:rPr>
      <w:sz w:val="22"/>
      <w:szCs w:val="22"/>
    </w:rPr>
  </w:style>
  <w:style w:type="paragraph" w:styleId="NormalWeb">
    <w:name w:val="Normal (Web)"/>
    <w:basedOn w:val="Normal"/>
    <w:uiPriority w:val="99"/>
    <w:rsid w:val="001656BB"/>
    <w:pPr>
      <w:spacing w:beforeLines="1" w:afterLines="1"/>
    </w:pPr>
    <w:rPr>
      <w:rFonts w:ascii="Times" w:hAnsi="Times"/>
      <w:sz w:val="20"/>
      <w:szCs w:val="20"/>
    </w:rPr>
  </w:style>
  <w:style w:type="character" w:styleId="Hyperlink">
    <w:name w:val="Hyperlink"/>
    <w:basedOn w:val="DefaultParagraphFont"/>
    <w:uiPriority w:val="99"/>
    <w:semiHidden/>
    <w:rsid w:val="001656BB"/>
    <w:rPr>
      <w:rFonts w:cs="Times New Roman"/>
      <w:color w:val="0000FF"/>
      <w:u w:val="single"/>
    </w:rPr>
  </w:style>
  <w:style w:type="character" w:styleId="FollowedHyperlink">
    <w:name w:val="FollowedHyperlink"/>
    <w:basedOn w:val="DefaultParagraphFont"/>
    <w:uiPriority w:val="99"/>
    <w:rsid w:val="00A72400"/>
    <w:rPr>
      <w:rFonts w:cs="Times New Roman"/>
      <w:color w:val="800080"/>
      <w:u w:val="single"/>
    </w:rPr>
  </w:style>
  <w:style w:type="paragraph" w:styleId="Header">
    <w:name w:val="header"/>
    <w:basedOn w:val="Normal"/>
    <w:link w:val="HeaderChar"/>
    <w:uiPriority w:val="99"/>
    <w:rsid w:val="00FF77C4"/>
    <w:pPr>
      <w:tabs>
        <w:tab w:val="center" w:pos="4320"/>
        <w:tab w:val="right" w:pos="8640"/>
      </w:tabs>
    </w:pPr>
  </w:style>
  <w:style w:type="character" w:customStyle="1" w:styleId="HeaderChar">
    <w:name w:val="Header Char"/>
    <w:basedOn w:val="DefaultParagraphFont"/>
    <w:link w:val="Header"/>
    <w:uiPriority w:val="99"/>
    <w:locked/>
    <w:rsid w:val="00FF77C4"/>
    <w:rPr>
      <w:rFonts w:cs="Times New Roman"/>
    </w:rPr>
  </w:style>
  <w:style w:type="paragraph" w:styleId="Footer">
    <w:name w:val="footer"/>
    <w:basedOn w:val="Normal"/>
    <w:link w:val="FooterChar"/>
    <w:uiPriority w:val="99"/>
    <w:rsid w:val="004C2F9A"/>
    <w:pPr>
      <w:tabs>
        <w:tab w:val="center" w:pos="4320"/>
        <w:tab w:val="right" w:pos="8640"/>
      </w:tabs>
    </w:pPr>
  </w:style>
  <w:style w:type="character" w:customStyle="1" w:styleId="FooterChar">
    <w:name w:val="Footer Char"/>
    <w:basedOn w:val="DefaultParagraphFont"/>
    <w:link w:val="Footer"/>
    <w:uiPriority w:val="99"/>
    <w:locked/>
    <w:rsid w:val="004C2F9A"/>
    <w:rPr>
      <w:rFonts w:cs="Times New Roman"/>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5</Pages>
  <Words>2303</Words>
  <Characters>13128</Characters>
  <Application>Microsoft Office Outlook</Application>
  <DocSecurity>0</DocSecurity>
  <Lines>0</Lines>
  <Paragraphs>0</Paragraphs>
  <ScaleCrop>false</ScaleCrop>
  <Company>Brentwood Academy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Title</dc:title>
  <dc:subject/>
  <dc:creator>Pat Tyree</dc:creator>
  <cp:keywords/>
  <dc:description/>
  <cp:lastModifiedBy>WMS-STUDENT</cp:lastModifiedBy>
  <cp:revision>2</cp:revision>
  <cp:lastPrinted>2011-04-01T19:21:00Z</cp:lastPrinted>
  <dcterms:created xsi:type="dcterms:W3CDTF">2011-05-16T17:44:00Z</dcterms:created>
  <dcterms:modified xsi:type="dcterms:W3CDTF">2011-05-16T17:44:00Z</dcterms:modified>
</cp:coreProperties>
</file>